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09318" w14:textId="4CEEE3E8" w:rsidR="00B46DAD" w:rsidRDefault="00B46DAD" w:rsidP="00B46DAD">
      <w:pPr>
        <w:pStyle w:val="Nadpis1"/>
        <w:tabs>
          <w:tab w:val="left" w:pos="-142"/>
        </w:tabs>
        <w:ind w:left="-567"/>
        <w:rPr>
          <w:rFonts w:asciiTheme="minorHAnsi" w:eastAsiaTheme="minorHAnsi" w:hAnsiTheme="minorHAnsi" w:cstheme="minorHAnsi"/>
          <w:color w:val="0070C0"/>
          <w:sz w:val="44"/>
          <w:szCs w:val="22"/>
          <w:lang w:eastAsia="en-US"/>
        </w:rPr>
      </w:pPr>
      <w:r w:rsidRPr="00C6657B">
        <w:rPr>
          <w:rFonts w:asciiTheme="minorHAnsi" w:eastAsiaTheme="minorHAnsi" w:hAnsiTheme="minorHAnsi" w:cstheme="minorHAnsi"/>
          <w:color w:val="0070C0"/>
          <w:sz w:val="44"/>
          <w:szCs w:val="22"/>
          <w:lang w:eastAsia="en-US"/>
        </w:rPr>
        <w:t>Identifikace k dílčí části projektu</w:t>
      </w:r>
    </w:p>
    <w:p w14:paraId="6FDCFEE6" w14:textId="77777777" w:rsidR="00E25230" w:rsidRPr="00E25230" w:rsidRDefault="00E25230" w:rsidP="00E25230">
      <w:pPr>
        <w:rPr>
          <w:rFonts w:eastAsiaTheme="minorHAnsi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B46DAD" w:rsidRPr="008F3F86" w14:paraId="7ED80537" w14:textId="77777777" w:rsidTr="34E3E69D">
        <w:trPr>
          <w:cantSplit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C4BF376" w14:textId="77777777" w:rsidR="00B46DAD" w:rsidRPr="008F3F86" w:rsidRDefault="00B46DAD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-369691047"/>
            <w:placeholder>
              <w:docPart w:val="1B0ABC59186B4BDDB21F0EF6535F9DC2"/>
            </w:placeholder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29" w:type="dxa"/>
                <w:shd w:val="clear" w:color="auto" w:fill="auto"/>
                <w:vAlign w:val="center"/>
              </w:tcPr>
              <w:p w14:paraId="58C7AA2A" w14:textId="77777777" w:rsidR="00B46DAD" w:rsidRPr="008F3F86" w:rsidRDefault="00B46DAD">
                <w:pPr>
                  <w:tabs>
                    <w:tab w:val="left" w:pos="1949"/>
                  </w:tabs>
                  <w:spacing w:line="220" w:lineRule="exact"/>
                  <w:ind w:left="42"/>
                  <w:rPr>
                    <w:rFonts w:asciiTheme="minorHAnsi" w:hAnsiTheme="minorHAnsi" w:cstheme="minorHAnsi"/>
                    <w:b/>
                    <w:bCs/>
                    <w:szCs w:val="24"/>
                  </w:rPr>
                </w:pPr>
                <w:r>
                  <w:rPr>
                    <w:rFonts w:ascii="Calibri" w:hAnsi="Calibri"/>
                    <w:b/>
                    <w:szCs w:val="24"/>
                  </w:rPr>
                  <w:t>C3.Digitalizace činností přímo souvisejících se zajištěním vzdělávací činnosti a administrativních úkonů spojených se studijní agendou</w:t>
                </w:r>
              </w:p>
            </w:tc>
          </w:sdtContent>
        </w:sdt>
      </w:tr>
      <w:tr w:rsidR="00B46DAD" w:rsidRPr="008F3F86" w14:paraId="5061389A" w14:textId="77777777" w:rsidTr="34E3E69D">
        <w:trPr>
          <w:cantSplit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04D07C4" w14:textId="77777777" w:rsidR="00B46DAD" w:rsidRPr="00062A24" w:rsidRDefault="00B46DAD">
            <w:pPr>
              <w:spacing w:line="220" w:lineRule="exact"/>
              <w:ind w:left="42"/>
              <w:jc w:val="both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Registrační číslo projektu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62FBC8C" w14:textId="77777777" w:rsidR="00B46DAD" w:rsidRPr="00CE1D69" w:rsidRDefault="00B46DAD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szCs w:val="24"/>
              </w:rPr>
            </w:pPr>
            <w:r w:rsidRPr="008634DE">
              <w:rPr>
                <w:rFonts w:asciiTheme="minorHAnsi" w:hAnsiTheme="minorHAnsi" w:cstheme="minorHAnsi"/>
                <w:b/>
              </w:rPr>
              <w:t>NPO_ČZU_MSMT-16607/2022</w:t>
            </w:r>
          </w:p>
        </w:tc>
      </w:tr>
      <w:tr w:rsidR="00B46DAD" w:rsidRPr="008F3F86" w14:paraId="3D3FA7C7" w14:textId="77777777" w:rsidTr="34E3E69D">
        <w:trPr>
          <w:cantSplit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3CC53B72" w14:textId="77777777" w:rsidR="00B46DAD" w:rsidRDefault="00B46DAD">
            <w:pPr>
              <w:spacing w:line="220" w:lineRule="exact"/>
              <w:ind w:left="42"/>
              <w:jc w:val="both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 xml:space="preserve">Cíl projektu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34F6388" w14:textId="34FBC089" w:rsidR="00B46DAD" w:rsidRDefault="00E77AE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 w:rsidR="00B46DAD">
              <w:rPr>
                <w:rFonts w:asciiTheme="minorHAnsi" w:hAnsiTheme="minorHAnsi" w:cstheme="minorHAnsi"/>
                <w:b/>
              </w:rPr>
              <w:t>Poskytování digitálních služeb zaměřené na digitální doklady o studiu</w:t>
            </w:r>
          </w:p>
          <w:p w14:paraId="032E8C78" w14:textId="1D541A8A" w:rsidR="00E77AE5" w:rsidRDefault="00E77AE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 </w:t>
            </w:r>
            <w:r w:rsidRPr="00E77AE5">
              <w:rPr>
                <w:rFonts w:asciiTheme="minorHAnsi" w:hAnsiTheme="minorHAnsi" w:cstheme="minorHAnsi"/>
                <w:b/>
              </w:rPr>
              <w:t>Usnadnění povinností či požadavků kladených na studenty v celém průběhu studia</w:t>
            </w:r>
          </w:p>
          <w:p w14:paraId="762457BF" w14:textId="77777777" w:rsidR="00E90F72" w:rsidRDefault="00E77AE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r w:rsidR="00E90F72" w:rsidRPr="00E90F72">
              <w:rPr>
                <w:rFonts w:asciiTheme="minorHAnsi" w:hAnsiTheme="minorHAnsi" w:cstheme="minorHAnsi"/>
                <w:b/>
              </w:rPr>
              <w:t>Elektronizace procesů kontroly kvality v závěrečném období studia</w:t>
            </w:r>
          </w:p>
          <w:p w14:paraId="75865389" w14:textId="28F6EA91" w:rsidR="00E77AE5" w:rsidRPr="008634DE" w:rsidRDefault="00E77AE5" w:rsidP="00E77AE5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4 </w:t>
            </w:r>
            <w:r w:rsidRPr="00E77AE5">
              <w:rPr>
                <w:rFonts w:asciiTheme="minorHAnsi" w:hAnsiTheme="minorHAnsi" w:cstheme="minorHAnsi"/>
                <w:b/>
              </w:rPr>
              <w:t>Implementace legislativních povinností, rozhodovacích a podpůrných elektronických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77AE5">
              <w:rPr>
                <w:rFonts w:asciiTheme="minorHAnsi" w:hAnsiTheme="minorHAnsi" w:cstheme="minorHAnsi"/>
                <w:b/>
              </w:rPr>
              <w:t>nástrojů pro vedení VVŠ a jiné orgány</w:t>
            </w:r>
          </w:p>
        </w:tc>
      </w:tr>
      <w:tr w:rsidR="00B46DAD" w:rsidRPr="008F3F86" w14:paraId="5E0184E3" w14:textId="77777777" w:rsidTr="34E3E69D">
        <w:trPr>
          <w:cantSplit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E14649E" w14:textId="77777777" w:rsidR="00B46DAD" w:rsidRDefault="00B46DAD">
            <w:pPr>
              <w:spacing w:line="220" w:lineRule="exact"/>
              <w:ind w:left="42"/>
              <w:jc w:val="both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Výstup projektu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F64EDBE" w14:textId="6E9A9427" w:rsidR="00B46DAD" w:rsidRPr="008634DE" w:rsidRDefault="00E77AE5" w:rsidP="34E3E69D">
            <w:pPr>
              <w:tabs>
                <w:tab w:val="left" w:pos="1949"/>
              </w:tabs>
              <w:spacing w:line="220" w:lineRule="exact"/>
              <w:ind w:left="42"/>
              <w:rPr>
                <w:rFonts w:ascii="Calibri" w:eastAsia="Calibri" w:hAnsi="Calibri" w:cs="Calibri"/>
                <w:szCs w:val="24"/>
              </w:rPr>
            </w:pPr>
            <w:r w:rsidRPr="00E77AE5">
              <w:rPr>
                <w:rStyle w:val="normaltextrun"/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Aktivní účast na seminářích organizovaných koordinující školou</w:t>
            </w:r>
          </w:p>
        </w:tc>
      </w:tr>
    </w:tbl>
    <w:p w14:paraId="7B53E3D5" w14:textId="77777777" w:rsidR="00B46DAD" w:rsidRPr="00404219" w:rsidRDefault="00B46DAD" w:rsidP="00B46DAD">
      <w:pPr>
        <w:ind w:left="-567"/>
        <w:jc w:val="both"/>
        <w:rPr>
          <w:rFonts w:ascii="Calibri" w:hAnsi="Calibri"/>
          <w:i/>
          <w:sz w:val="20"/>
        </w:rPr>
      </w:pPr>
    </w:p>
    <w:p w14:paraId="5C586DBE" w14:textId="77777777" w:rsidR="00B46DAD" w:rsidRDefault="00B46DAD" w:rsidP="00B46DAD">
      <w:pPr>
        <w:widowControl/>
        <w:ind w:left="-567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47770C88" w14:textId="77777777" w:rsidR="00B46DAD" w:rsidRPr="00404219" w:rsidRDefault="00B46DAD" w:rsidP="00B46DAD">
      <w:pPr>
        <w:widowControl/>
        <w:ind w:left="-567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404219">
        <w:rPr>
          <w:rFonts w:asciiTheme="minorHAnsi" w:eastAsiaTheme="minorHAnsi" w:hAnsiTheme="minorHAnsi" w:cstheme="minorHAnsi"/>
          <w:b/>
          <w:szCs w:val="24"/>
          <w:lang w:eastAsia="en-US"/>
        </w:rPr>
        <w:t>Období řešení projektu: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B46DAD" w:rsidRPr="008F3F86" w14:paraId="04E41754" w14:textId="77777777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3D289692" w14:textId="77777777" w:rsidR="00B46DAD" w:rsidRPr="008F3F86" w:rsidRDefault="00B46DAD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E92F2C">
              <w:rPr>
                <w:rFonts w:asciiTheme="minorHAnsi" w:hAnsiTheme="minorHAnsi" w:cstheme="minorHAnsi"/>
                <w:b/>
                <w:bCs/>
                <w:szCs w:val="24"/>
              </w:rPr>
              <w:t>Od: 1. 7. 2022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9253EB9" w14:textId="20DB3390" w:rsidR="00B46DAD" w:rsidRPr="008F3F86" w:rsidRDefault="00B46DAD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92F2C">
              <w:rPr>
                <w:rFonts w:asciiTheme="minorHAnsi" w:hAnsiTheme="minorHAnsi" w:cstheme="minorHAnsi"/>
                <w:b/>
                <w:bCs/>
                <w:szCs w:val="24"/>
              </w:rPr>
              <w:t xml:space="preserve">Do: 30. </w:t>
            </w:r>
            <w:r w:rsidR="00E77AE5">
              <w:rPr>
                <w:rFonts w:asciiTheme="minorHAnsi" w:hAnsiTheme="minorHAnsi" w:cstheme="minorHAnsi"/>
                <w:b/>
                <w:bCs/>
                <w:szCs w:val="24"/>
              </w:rPr>
              <w:t>9</w:t>
            </w:r>
            <w:r w:rsidRPr="00E92F2C">
              <w:rPr>
                <w:rFonts w:asciiTheme="minorHAnsi" w:hAnsiTheme="minorHAnsi" w:cstheme="minorHAnsi"/>
                <w:b/>
                <w:bCs/>
                <w:szCs w:val="24"/>
              </w:rPr>
              <w:t>. 2024</w:t>
            </w:r>
          </w:p>
        </w:tc>
      </w:tr>
    </w:tbl>
    <w:p w14:paraId="3D5F9602" w14:textId="36225B3D" w:rsidR="00B46DAD" w:rsidRDefault="00B46DAD" w:rsidP="00B46DAD">
      <w:pPr>
        <w:widowControl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170A8FD0" w14:textId="77777777" w:rsidR="00B46DAD" w:rsidRDefault="00B46DAD" w:rsidP="00B46DAD">
      <w:pPr>
        <w:widowControl/>
        <w:rPr>
          <w:rFonts w:ascii="Calibri" w:hAnsi="Calibri"/>
          <w:b/>
          <w:bCs/>
          <w:iCs/>
          <w:szCs w:val="24"/>
        </w:rPr>
      </w:pPr>
    </w:p>
    <w:p w14:paraId="205EA5F2" w14:textId="47EDD880" w:rsidR="00B46DAD" w:rsidRPr="00E77AE5" w:rsidRDefault="00B46DAD" w:rsidP="34E3E69D">
      <w:pPr>
        <w:widowControl/>
        <w:rPr>
          <w:rFonts w:ascii="Calibri" w:hAnsi="Calibri"/>
          <w:b/>
          <w:bCs/>
        </w:rPr>
      </w:pPr>
      <w:r w:rsidRPr="58C1535F">
        <w:rPr>
          <w:rFonts w:ascii="Calibri" w:hAnsi="Calibri"/>
          <w:b/>
          <w:bCs/>
        </w:rPr>
        <w:t xml:space="preserve">Dílčí výstup č. </w:t>
      </w:r>
      <w:r w:rsidR="497BCC92" w:rsidRPr="58C1535F">
        <w:rPr>
          <w:rFonts w:ascii="Calibri" w:hAnsi="Calibri"/>
          <w:b/>
          <w:bCs/>
        </w:rPr>
        <w:t>1</w:t>
      </w:r>
      <w:r w:rsidRPr="58C1535F">
        <w:rPr>
          <w:rFonts w:ascii="Calibri" w:hAnsi="Calibri"/>
          <w:b/>
          <w:bCs/>
        </w:rPr>
        <w:t xml:space="preserve">: </w:t>
      </w:r>
      <w:r w:rsidR="24648E09" w:rsidRPr="58C1535F">
        <w:rPr>
          <w:rFonts w:ascii="Calibri" w:hAnsi="Calibri"/>
          <w:b/>
          <w:bCs/>
        </w:rPr>
        <w:t>_V</w:t>
      </w:r>
      <w:r w:rsidR="00E77AE5" w:rsidRPr="58C1535F">
        <w:rPr>
          <w:rFonts w:ascii="Calibri" w:hAnsi="Calibri"/>
          <w:b/>
          <w:bCs/>
        </w:rPr>
        <w:t>1 Aktivní účast na seminářích organizovaných koordinující školou</w:t>
      </w:r>
    </w:p>
    <w:p w14:paraId="6913F633" w14:textId="77777777" w:rsidR="00E77AE5" w:rsidRDefault="00E77AE5" w:rsidP="34E3E69D">
      <w:pPr>
        <w:widowControl/>
        <w:rPr>
          <w:rFonts w:asciiTheme="minorHAnsi" w:eastAsiaTheme="minorEastAsia" w:hAnsiTheme="minorHAnsi" w:cstheme="minorBidi"/>
          <w:b/>
          <w:bCs/>
          <w:lang w:eastAsia="en-US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B46DAD" w:rsidRPr="00C4303C" w14:paraId="7ED1F6DD" w14:textId="77777777" w:rsidTr="7A455C72">
        <w:tc>
          <w:tcPr>
            <w:tcW w:w="3402" w:type="dxa"/>
            <w:vAlign w:val="center"/>
          </w:tcPr>
          <w:p w14:paraId="13AD3C03" w14:textId="77777777" w:rsidR="00B46DAD" w:rsidRPr="00BC26E1" w:rsidRDefault="00B46DA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C26E1">
              <w:rPr>
                <w:rFonts w:ascii="Calibri" w:hAnsi="Calibri"/>
                <w:b/>
                <w:bCs/>
                <w:sz w:val="22"/>
                <w:szCs w:val="22"/>
              </w:rPr>
              <w:t>Výchozí stav</w:t>
            </w:r>
          </w:p>
        </w:tc>
        <w:tc>
          <w:tcPr>
            <w:tcW w:w="6804" w:type="dxa"/>
          </w:tcPr>
          <w:p w14:paraId="77E3F243" w14:textId="541F3730" w:rsidR="00B46DAD" w:rsidRPr="00BC26E1" w:rsidRDefault="5ACB2B81" w:rsidP="34E3E69D">
            <w:pPr>
              <w:ind w:left="40"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Výměna informací o způsobech technických, řešení, dílčích úkolů v rámci NPO z pohledu </w:t>
            </w:r>
            <w:r w:rsidR="0010754C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jednotlivých</w:t>
            </w:r>
            <w:r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VŠ</w:t>
            </w:r>
          </w:p>
        </w:tc>
      </w:tr>
      <w:tr w:rsidR="00B46DAD" w:rsidRPr="00C4303C" w14:paraId="4BC14678" w14:textId="77777777" w:rsidTr="7A455C72">
        <w:tc>
          <w:tcPr>
            <w:tcW w:w="3402" w:type="dxa"/>
            <w:vAlign w:val="center"/>
          </w:tcPr>
          <w:p w14:paraId="57F8664F" w14:textId="77777777" w:rsidR="00B46DAD" w:rsidRPr="00BC26E1" w:rsidRDefault="00B46DA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C26E1">
              <w:rPr>
                <w:rFonts w:ascii="Calibri" w:hAnsi="Calibri"/>
                <w:b/>
                <w:bCs/>
                <w:sz w:val="22"/>
                <w:szCs w:val="22"/>
              </w:rPr>
              <w:t>Plán implementace</w:t>
            </w:r>
          </w:p>
        </w:tc>
        <w:tc>
          <w:tcPr>
            <w:tcW w:w="6804" w:type="dxa"/>
          </w:tcPr>
          <w:p w14:paraId="445A0010" w14:textId="6F3D9372" w:rsidR="00B46DAD" w:rsidRPr="00BC26E1" w:rsidRDefault="00F15595" w:rsidP="000448DC">
            <w:pPr>
              <w:ind w:left="40"/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Ú</w:t>
            </w:r>
            <w:r w:rsidR="0010754C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čast a přenos informací ze semináře do prostředí ČZU</w:t>
            </w:r>
          </w:p>
        </w:tc>
      </w:tr>
      <w:tr w:rsidR="00B46DAD" w:rsidRPr="00C4303C" w14:paraId="41737450" w14:textId="77777777" w:rsidTr="7A455C72">
        <w:tc>
          <w:tcPr>
            <w:tcW w:w="3402" w:type="dxa"/>
            <w:vAlign w:val="center"/>
          </w:tcPr>
          <w:p w14:paraId="50B94F92" w14:textId="77777777" w:rsidR="00B46DAD" w:rsidRPr="00BC26E1" w:rsidRDefault="00B46DA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C26E1">
              <w:rPr>
                <w:rFonts w:ascii="Calibri" w:hAnsi="Calibri"/>
                <w:b/>
                <w:bCs/>
                <w:sz w:val="22"/>
                <w:szCs w:val="22"/>
              </w:rPr>
              <w:t>Cílový stav</w:t>
            </w:r>
          </w:p>
        </w:tc>
        <w:tc>
          <w:tcPr>
            <w:tcW w:w="6804" w:type="dxa"/>
          </w:tcPr>
          <w:p w14:paraId="702E760B" w14:textId="1DA41329" w:rsidR="00B46DAD" w:rsidRPr="00BC26E1" w:rsidRDefault="00DF7343" w:rsidP="34E3E69D">
            <w:pPr>
              <w:ind w:left="40"/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Účast na </w:t>
            </w:r>
            <w:r w:rsidR="0010754C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seminářích</w:t>
            </w:r>
            <w:r w:rsidR="00691A9C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koordinující VŠ</w:t>
            </w:r>
          </w:p>
        </w:tc>
      </w:tr>
      <w:tr w:rsidR="00B46DAD" w:rsidRPr="00C4303C" w14:paraId="77CDB74F" w14:textId="77777777" w:rsidTr="7A455C72">
        <w:tc>
          <w:tcPr>
            <w:tcW w:w="3402" w:type="dxa"/>
            <w:vAlign w:val="center"/>
          </w:tcPr>
          <w:p w14:paraId="054205B2" w14:textId="77777777" w:rsidR="00B46DAD" w:rsidRPr="00C4303C" w:rsidRDefault="00B46DA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4303C">
              <w:rPr>
                <w:rFonts w:ascii="Calibri" w:hAnsi="Calibri"/>
                <w:b/>
                <w:bCs/>
                <w:sz w:val="22"/>
                <w:szCs w:val="22"/>
              </w:rPr>
              <w:t>Indikátory splnění cílového stavu</w:t>
            </w:r>
          </w:p>
        </w:tc>
        <w:tc>
          <w:tcPr>
            <w:tcW w:w="6804" w:type="dxa"/>
          </w:tcPr>
          <w:p w14:paraId="45BCD97D" w14:textId="26FFCE68" w:rsidR="00C43908" w:rsidRPr="00BC26E1" w:rsidRDefault="0010113A" w:rsidP="7A455C72">
            <w:pPr>
              <w:ind w:left="40"/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</w:t>
            </w:r>
            <w:r w:rsidR="00C43908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 – podpořen</w:t>
            </w:r>
            <w:r w:rsidR="000643D8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í</w:t>
            </w:r>
            <w:r w:rsidR="00C43908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pracovní</w:t>
            </w:r>
            <w:r w:rsidR="000643D8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ci </w:t>
            </w:r>
            <w:r w:rsidR="006D4868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 rámci digitalizace studijních agend</w:t>
            </w:r>
            <w:r w:rsidR="3868C1FB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69D3A780" w14:textId="64E00433" w:rsidR="00B46DAD" w:rsidRPr="00BC26E1" w:rsidRDefault="00DA777C" w:rsidP="7A455C72">
            <w:pPr>
              <w:ind w:left="40"/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U7 – seminář</w:t>
            </w:r>
            <w:r w:rsidR="00FC0CBC" w:rsidRPr="00BC26E1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</w:t>
            </w:r>
            <w:r w:rsidR="00C47BA9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 vydávání elektronických diplomů</w:t>
            </w:r>
          </w:p>
        </w:tc>
      </w:tr>
    </w:tbl>
    <w:p w14:paraId="193A8377" w14:textId="77777777" w:rsidR="00B46DAD" w:rsidRDefault="00B46DAD" w:rsidP="335E6CD6">
      <w:pPr>
        <w:keepNext/>
        <w:jc w:val="both"/>
        <w:rPr>
          <w:rFonts w:asciiTheme="minorHAnsi" w:hAnsiTheme="minorHAnsi" w:cstheme="minorBidi"/>
          <w:b/>
          <w:bCs/>
          <w:sz w:val="22"/>
          <w:szCs w:val="22"/>
        </w:rPr>
      </w:pPr>
    </w:p>
    <w:p w14:paraId="247E4DF0" w14:textId="15EA399A" w:rsidR="00B46DAD" w:rsidRDefault="00B46DAD" w:rsidP="335E6CD6">
      <w:pPr>
        <w:keepNext/>
        <w:jc w:val="both"/>
        <w:rPr>
          <w:rFonts w:ascii="Aptos" w:eastAsia="Aptos" w:hAnsi="Aptos" w:cs="Aptos"/>
          <w:szCs w:val="24"/>
        </w:rPr>
      </w:pPr>
    </w:p>
    <w:p w14:paraId="490A25EF" w14:textId="77777777" w:rsidR="005A57FB" w:rsidRDefault="005A57FB" w:rsidP="00B46DAD">
      <w:pPr>
        <w:keepNext/>
        <w:jc w:val="both"/>
        <w:rPr>
          <w:rFonts w:asciiTheme="minorHAnsi" w:hAnsiTheme="minorHAnsi" w:cstheme="minorBidi"/>
          <w:b/>
          <w:bCs/>
          <w:sz w:val="22"/>
          <w:szCs w:val="22"/>
        </w:rPr>
      </w:pPr>
    </w:p>
    <w:p w14:paraId="3E5EBA2C" w14:textId="0DD3283D" w:rsidR="00B46DAD" w:rsidRDefault="00E77AE5" w:rsidP="34E3E69D">
      <w:pPr>
        <w:keepNext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>
        <w:rPr>
          <w:rFonts w:asciiTheme="minorHAnsi" w:hAnsiTheme="minorHAnsi" w:cstheme="minorBidi"/>
          <w:b/>
          <w:bCs/>
          <w:sz w:val="22"/>
          <w:szCs w:val="22"/>
        </w:rPr>
        <w:t xml:space="preserve">Popis: </w:t>
      </w:r>
    </w:p>
    <w:p w14:paraId="53190ADE" w14:textId="559F578C" w:rsidR="00B46DAD" w:rsidRPr="00457BE1" w:rsidRDefault="2FD7278F" w:rsidP="00B46DAD">
      <w:pPr>
        <w:keepNext/>
        <w:jc w:val="both"/>
        <w:rPr>
          <w:rFonts w:asciiTheme="minorHAnsi" w:hAnsiTheme="minorHAnsi" w:cstheme="minorBidi"/>
          <w:sz w:val="22"/>
          <w:szCs w:val="22"/>
        </w:rPr>
      </w:pPr>
      <w:r w:rsidRPr="00457BE1">
        <w:rPr>
          <w:rFonts w:asciiTheme="minorHAnsi" w:hAnsiTheme="minorHAnsi" w:cstheme="minorBidi"/>
          <w:sz w:val="22"/>
          <w:szCs w:val="22"/>
        </w:rPr>
        <w:t xml:space="preserve">ČZU prezentovala postup řešení </w:t>
      </w:r>
      <w:r w:rsidR="00D84211" w:rsidRPr="00457BE1">
        <w:rPr>
          <w:rFonts w:asciiTheme="minorHAnsi" w:hAnsiTheme="minorHAnsi" w:cstheme="minorBidi"/>
          <w:sz w:val="22"/>
          <w:szCs w:val="22"/>
        </w:rPr>
        <w:t>vydávání elektronických diplomů</w:t>
      </w:r>
      <w:r w:rsidR="6132685E" w:rsidRPr="00457BE1">
        <w:rPr>
          <w:rFonts w:asciiTheme="minorHAnsi" w:hAnsiTheme="minorHAnsi" w:cstheme="minorBidi"/>
          <w:sz w:val="22"/>
          <w:szCs w:val="22"/>
        </w:rPr>
        <w:t xml:space="preserve"> na pracovním setkání 19. 4. 2023 Zároveň jsme se inspirovali z prezentací ostatní</w:t>
      </w:r>
      <w:r w:rsidR="44BA6EEE" w:rsidRPr="00457BE1">
        <w:rPr>
          <w:rFonts w:asciiTheme="minorHAnsi" w:hAnsiTheme="minorHAnsi" w:cstheme="minorBidi"/>
          <w:sz w:val="22"/>
          <w:szCs w:val="22"/>
        </w:rPr>
        <w:t xml:space="preserve">ch škol a poznatky zanesli do našich návrhů řešení </w:t>
      </w:r>
      <w:r w:rsidR="00C61CDE" w:rsidRPr="00457BE1">
        <w:rPr>
          <w:rFonts w:asciiTheme="minorHAnsi" w:hAnsiTheme="minorHAnsi" w:cstheme="minorBidi"/>
          <w:sz w:val="22"/>
          <w:szCs w:val="22"/>
        </w:rPr>
        <w:t>a postupů.</w:t>
      </w:r>
    </w:p>
    <w:p w14:paraId="3C8A5533" w14:textId="22C00E78" w:rsidR="3013E3B6" w:rsidRPr="00457BE1" w:rsidRDefault="3013E3B6" w:rsidP="716C7FBA">
      <w:pPr>
        <w:keepNext/>
        <w:jc w:val="both"/>
        <w:rPr>
          <w:rFonts w:asciiTheme="minorHAnsi" w:hAnsiTheme="minorHAnsi" w:cstheme="minorBidi"/>
          <w:sz w:val="22"/>
          <w:szCs w:val="22"/>
        </w:rPr>
      </w:pPr>
    </w:p>
    <w:p w14:paraId="32D0A865" w14:textId="7CF92028" w:rsidR="3013E3B6" w:rsidRPr="00457BE1" w:rsidRDefault="4BFCBF33" w:rsidP="716C7FBA">
      <w:pPr>
        <w:keepNext/>
        <w:jc w:val="both"/>
        <w:rPr>
          <w:rFonts w:asciiTheme="minorHAnsi" w:hAnsiTheme="minorHAnsi" w:cstheme="minorBidi"/>
          <w:sz w:val="22"/>
          <w:szCs w:val="22"/>
        </w:rPr>
      </w:pPr>
      <w:r w:rsidRPr="00457BE1">
        <w:rPr>
          <w:rFonts w:asciiTheme="minorHAnsi" w:hAnsiTheme="minorHAnsi" w:cstheme="minorBidi"/>
          <w:sz w:val="22"/>
          <w:szCs w:val="22"/>
        </w:rPr>
        <w:t xml:space="preserve">Pracovní setkání 22.9.2022 - Online </w:t>
      </w:r>
      <w:r w:rsidRPr="00457BE1">
        <w:rPr>
          <w:rFonts w:asciiTheme="minorHAnsi" w:eastAsiaTheme="minorEastAsia" w:hAnsiTheme="minorHAnsi" w:cstheme="minorBidi"/>
          <w:sz w:val="22"/>
          <w:szCs w:val="22"/>
        </w:rPr>
        <w:t>Účas</w:t>
      </w:r>
      <w:r w:rsidRPr="00457BE1">
        <w:rPr>
          <w:rFonts w:ascii="Aptos" w:eastAsia="Aptos" w:hAnsi="Aptos" w:cs="Aptos"/>
          <w:szCs w:val="24"/>
        </w:rPr>
        <w:t xml:space="preserve">t </w:t>
      </w:r>
      <w:r w:rsidRPr="00457BE1">
        <w:rPr>
          <w:rFonts w:asciiTheme="minorHAnsi" w:hAnsiTheme="minorHAnsi" w:cstheme="minorBidi"/>
          <w:sz w:val="22"/>
          <w:szCs w:val="22"/>
        </w:rPr>
        <w:t>J. Mach</w:t>
      </w:r>
    </w:p>
    <w:p w14:paraId="34C110C3" w14:textId="592EBF5F" w:rsidR="3013E3B6" w:rsidRPr="00457BE1" w:rsidRDefault="4BFCBF33" w:rsidP="716C7FBA">
      <w:pPr>
        <w:keepNext/>
        <w:jc w:val="both"/>
        <w:rPr>
          <w:rFonts w:asciiTheme="minorHAnsi" w:hAnsiTheme="minorHAnsi" w:cstheme="minorBidi"/>
          <w:sz w:val="22"/>
          <w:szCs w:val="22"/>
        </w:rPr>
      </w:pPr>
      <w:r w:rsidRPr="00457BE1">
        <w:rPr>
          <w:rFonts w:asciiTheme="minorHAnsi" w:hAnsiTheme="minorHAnsi" w:cstheme="minorBidi"/>
          <w:sz w:val="22"/>
          <w:szCs w:val="22"/>
        </w:rPr>
        <w:t>Pracovní setkání 19.4.2023 - Brno</w:t>
      </w:r>
      <w:r w:rsidRPr="00457BE1">
        <w:rPr>
          <w:rFonts w:asciiTheme="minorHAnsi" w:eastAsiaTheme="minorEastAsia" w:hAnsiTheme="minorHAnsi" w:cstheme="minorBidi"/>
          <w:sz w:val="22"/>
          <w:szCs w:val="22"/>
        </w:rPr>
        <w:t xml:space="preserve"> účast</w:t>
      </w:r>
      <w:r w:rsidRPr="00457BE1">
        <w:rPr>
          <w:rFonts w:ascii="Aptos" w:eastAsia="Aptos" w:hAnsi="Aptos" w:cs="Aptos"/>
          <w:szCs w:val="24"/>
        </w:rPr>
        <w:t xml:space="preserve"> </w:t>
      </w:r>
      <w:r w:rsidRPr="00457BE1">
        <w:rPr>
          <w:rFonts w:asciiTheme="minorHAnsi" w:hAnsiTheme="minorHAnsi" w:cstheme="minorBidi"/>
          <w:sz w:val="22"/>
          <w:szCs w:val="22"/>
        </w:rPr>
        <w:t>J. Mach</w:t>
      </w:r>
    </w:p>
    <w:p w14:paraId="3A80EC64" w14:textId="4A825533" w:rsidR="3013E3B6" w:rsidRPr="00457BE1" w:rsidRDefault="4BFCBF33" w:rsidP="716C7FBA">
      <w:pPr>
        <w:keepNext/>
        <w:jc w:val="both"/>
        <w:rPr>
          <w:rFonts w:asciiTheme="minorHAnsi" w:hAnsiTheme="minorHAnsi" w:cstheme="minorBidi"/>
          <w:sz w:val="22"/>
          <w:szCs w:val="22"/>
        </w:rPr>
      </w:pPr>
      <w:r w:rsidRPr="00457BE1">
        <w:rPr>
          <w:rFonts w:asciiTheme="minorHAnsi" w:hAnsiTheme="minorHAnsi" w:cstheme="minorBidi"/>
          <w:sz w:val="22"/>
          <w:szCs w:val="22"/>
        </w:rPr>
        <w:t xml:space="preserve">Pracovní setkání 8.11.2023 - Online </w:t>
      </w:r>
      <w:r w:rsidRPr="00457BE1">
        <w:rPr>
          <w:rFonts w:asciiTheme="minorHAnsi" w:eastAsiaTheme="minorEastAsia" w:hAnsiTheme="minorHAnsi" w:cstheme="minorBidi"/>
          <w:sz w:val="22"/>
          <w:szCs w:val="22"/>
        </w:rPr>
        <w:t>účast</w:t>
      </w:r>
      <w:r w:rsidRPr="00457BE1">
        <w:rPr>
          <w:rFonts w:ascii="Aptos" w:eastAsia="Aptos" w:hAnsi="Aptos" w:cs="Aptos"/>
          <w:szCs w:val="24"/>
        </w:rPr>
        <w:t xml:space="preserve"> </w:t>
      </w:r>
      <w:r w:rsidRPr="00457BE1">
        <w:rPr>
          <w:rFonts w:asciiTheme="minorHAnsi" w:hAnsiTheme="minorHAnsi" w:cstheme="minorBidi"/>
          <w:sz w:val="22"/>
          <w:szCs w:val="22"/>
        </w:rPr>
        <w:t>J. Mach</w:t>
      </w:r>
    </w:p>
    <w:p w14:paraId="01AEAC75" w14:textId="5AB8AC1B" w:rsidR="3013E3B6" w:rsidRPr="00457BE1" w:rsidRDefault="4BFCBF33" w:rsidP="716C7FBA">
      <w:pPr>
        <w:keepNext/>
        <w:jc w:val="both"/>
        <w:rPr>
          <w:rFonts w:ascii="Calibri" w:eastAsia="Calibri" w:hAnsi="Calibri" w:cs="Calibri"/>
          <w:sz w:val="22"/>
          <w:szCs w:val="22"/>
        </w:rPr>
      </w:pPr>
      <w:r w:rsidRPr="00457BE1">
        <w:rPr>
          <w:rFonts w:asciiTheme="minorHAnsi" w:hAnsiTheme="minorHAnsi" w:cstheme="minorBidi"/>
          <w:sz w:val="22"/>
          <w:szCs w:val="22"/>
        </w:rPr>
        <w:t xml:space="preserve">Pracovní setkání 17.4. 2024 </w:t>
      </w:r>
      <w:r w:rsidRPr="00457BE1">
        <w:rPr>
          <w:rFonts w:ascii="Aptos" w:eastAsia="Aptos" w:hAnsi="Aptos" w:cs="Aptos"/>
          <w:szCs w:val="24"/>
        </w:rPr>
        <w:t xml:space="preserve">– </w:t>
      </w:r>
      <w:r w:rsidRPr="00457BE1">
        <w:rPr>
          <w:rFonts w:asciiTheme="minorHAnsi" w:eastAsiaTheme="minorEastAsia" w:hAnsiTheme="minorHAnsi" w:cstheme="minorBidi"/>
          <w:sz w:val="22"/>
          <w:szCs w:val="22"/>
        </w:rPr>
        <w:t>Brno účast A. Borák.</w:t>
      </w:r>
    </w:p>
    <w:p w14:paraId="78213EEE" w14:textId="41DF28AB" w:rsidR="3013E3B6" w:rsidRDefault="3013E3B6" w:rsidP="3013E3B6">
      <w:pPr>
        <w:keepNext/>
        <w:jc w:val="both"/>
        <w:rPr>
          <w:rFonts w:asciiTheme="minorHAnsi" w:hAnsiTheme="minorHAnsi" w:cstheme="minorBidi"/>
          <w:b/>
          <w:bCs/>
          <w:sz w:val="22"/>
          <w:szCs w:val="22"/>
        </w:rPr>
      </w:pPr>
    </w:p>
    <w:p w14:paraId="046E9129" w14:textId="5FD72E3F" w:rsidR="00296D3F" w:rsidRDefault="4BFCBF33" w:rsidP="00196B2C">
      <w:pPr>
        <w:keepNext/>
        <w:jc w:val="both"/>
        <w:rPr>
          <w:rStyle w:val="Hypertextovodkaz"/>
        </w:rPr>
      </w:pPr>
      <w:r w:rsidRPr="716C7FBA">
        <w:rPr>
          <w:rStyle w:val="normaltextrun"/>
          <w:rFonts w:asciiTheme="minorHAnsi" w:eastAsiaTheme="minorEastAsia" w:hAnsiTheme="minorHAnsi" w:cstheme="minorBidi"/>
          <w:color w:val="000000" w:themeColor="text1"/>
          <w:sz w:val="22"/>
          <w:szCs w:val="22"/>
        </w:rPr>
        <w:t>Prezentace byl</w:t>
      </w:r>
      <w:r w:rsidR="765973F2" w:rsidRPr="716C7FBA">
        <w:rPr>
          <w:rStyle w:val="normaltextrun"/>
          <w:rFonts w:asciiTheme="minorHAnsi" w:eastAsiaTheme="minorEastAsia" w:hAnsiTheme="minorHAnsi" w:cstheme="minorBidi"/>
          <w:color w:val="000000" w:themeColor="text1"/>
          <w:sz w:val="22"/>
          <w:szCs w:val="22"/>
        </w:rPr>
        <w:t>y</w:t>
      </w:r>
      <w:r w:rsidRPr="716C7FBA">
        <w:rPr>
          <w:rStyle w:val="normaltextrun"/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následně offline poskytnuty integrátorům jednotlivých fakult. </w:t>
      </w:r>
    </w:p>
    <w:p w14:paraId="2C520DEB" w14:textId="77777777" w:rsidR="00196B2C" w:rsidRDefault="00196B2C" w:rsidP="00A26164">
      <w:pPr>
        <w:widowControl/>
      </w:pPr>
    </w:p>
    <w:p w14:paraId="1064FB5F" w14:textId="55881BF1" w:rsidR="00196B2C" w:rsidRPr="00196B2C" w:rsidRDefault="00196B2C" w:rsidP="00196B2C">
      <w:pPr>
        <w:keepNext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196B2C">
        <w:rPr>
          <w:rFonts w:asciiTheme="minorHAnsi" w:hAnsiTheme="minorHAnsi" w:cstheme="minorBidi"/>
          <w:b/>
          <w:bCs/>
          <w:sz w:val="22"/>
          <w:szCs w:val="22"/>
        </w:rPr>
        <w:t>Výstup je v příloze č. 1.</w:t>
      </w:r>
    </w:p>
    <w:sectPr w:rsidR="00196B2C" w:rsidRPr="00196B2C" w:rsidSect="0048165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1" w:right="1418" w:bottom="426" w:left="1418" w:header="73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B97BB" w14:textId="77777777" w:rsidR="002047D9" w:rsidRDefault="002047D9" w:rsidP="00187C28">
      <w:r>
        <w:separator/>
      </w:r>
    </w:p>
  </w:endnote>
  <w:endnote w:type="continuationSeparator" w:id="0">
    <w:p w14:paraId="6770CC20" w14:textId="77777777" w:rsidR="002047D9" w:rsidRDefault="002047D9" w:rsidP="00187C28">
      <w:r>
        <w:continuationSeparator/>
      </w:r>
    </w:p>
  </w:endnote>
  <w:endnote w:type="continuationNotice" w:id="1">
    <w:p w14:paraId="42B2F293" w14:textId="77777777" w:rsidR="002047D9" w:rsidRDefault="00204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Roboto Black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8691" w14:textId="77777777" w:rsidR="00535C58" w:rsidRPr="00FF7D70" w:rsidRDefault="00535C58" w:rsidP="00FF7D70">
    <w:pPr>
      <w:pStyle w:val="Zpat"/>
      <w:tabs>
        <w:tab w:val="clear" w:pos="4536"/>
        <w:tab w:val="clear" w:pos="9072"/>
        <w:tab w:val="left" w:pos="1365"/>
      </w:tabs>
      <w:jc w:val="center"/>
      <w:rPr>
        <w:sz w:val="16"/>
        <w:szCs w:val="16"/>
      </w:rPr>
    </w:pPr>
    <w:r w:rsidRPr="00FF7D70">
      <w:rPr>
        <w:sz w:val="16"/>
        <w:szCs w:val="16"/>
      </w:rPr>
      <w:t xml:space="preserve">Stránka </w:t>
    </w:r>
    <w:r w:rsidRPr="00FF7D70">
      <w:rPr>
        <w:b/>
        <w:bCs/>
        <w:sz w:val="16"/>
        <w:szCs w:val="16"/>
      </w:rPr>
      <w:fldChar w:fldCharType="begin"/>
    </w:r>
    <w:r w:rsidRPr="00FF7D70">
      <w:rPr>
        <w:b/>
        <w:bCs/>
        <w:sz w:val="16"/>
        <w:szCs w:val="16"/>
      </w:rPr>
      <w:instrText>PAGE  \* Arabic  \* MERGEFORMAT</w:instrText>
    </w:r>
    <w:r w:rsidRPr="00FF7D70">
      <w:rPr>
        <w:b/>
        <w:bCs/>
        <w:sz w:val="16"/>
        <w:szCs w:val="16"/>
      </w:rPr>
      <w:fldChar w:fldCharType="separate"/>
    </w:r>
    <w:r w:rsidRPr="00FF7D70">
      <w:rPr>
        <w:b/>
        <w:bCs/>
        <w:sz w:val="16"/>
        <w:szCs w:val="16"/>
      </w:rPr>
      <w:t>1</w:t>
    </w:r>
    <w:r w:rsidRPr="00FF7D70">
      <w:rPr>
        <w:b/>
        <w:bCs/>
        <w:sz w:val="16"/>
        <w:szCs w:val="16"/>
      </w:rPr>
      <w:fldChar w:fldCharType="end"/>
    </w:r>
    <w:r w:rsidRPr="00FF7D70">
      <w:rPr>
        <w:sz w:val="16"/>
        <w:szCs w:val="16"/>
      </w:rPr>
      <w:t xml:space="preserve"> z </w:t>
    </w:r>
    <w:r w:rsidRPr="00FF7D70">
      <w:rPr>
        <w:b/>
        <w:bCs/>
        <w:sz w:val="16"/>
        <w:szCs w:val="16"/>
      </w:rPr>
      <w:fldChar w:fldCharType="begin"/>
    </w:r>
    <w:r w:rsidRPr="00FF7D70">
      <w:rPr>
        <w:b/>
        <w:bCs/>
        <w:sz w:val="16"/>
        <w:szCs w:val="16"/>
      </w:rPr>
      <w:instrText>NUMPAGES  \* Arabic  \* MERGEFORMAT</w:instrText>
    </w:r>
    <w:r w:rsidRPr="00FF7D70">
      <w:rPr>
        <w:b/>
        <w:bCs/>
        <w:sz w:val="16"/>
        <w:szCs w:val="16"/>
      </w:rPr>
      <w:fldChar w:fldCharType="separate"/>
    </w:r>
    <w:r w:rsidRPr="00FF7D70">
      <w:rPr>
        <w:b/>
        <w:bCs/>
        <w:sz w:val="16"/>
        <w:szCs w:val="16"/>
      </w:rPr>
      <w:t>2</w:t>
    </w:r>
    <w:r w:rsidRPr="00FF7D70"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0D6F" w14:textId="77777777" w:rsidR="00FE2161" w:rsidRPr="00583D83" w:rsidRDefault="00FE2161" w:rsidP="00535C58">
    <w:pPr>
      <w:pStyle w:val="Zpat"/>
      <w:jc w:val="center"/>
      <w:rPr>
        <w:color w:val="595959" w:themeColor="text1" w:themeTint="A6"/>
        <w:sz w:val="18"/>
        <w:szCs w:val="18"/>
      </w:rPr>
    </w:pPr>
    <w:r w:rsidRPr="00583D83">
      <w:rPr>
        <w:color w:val="595959" w:themeColor="text1" w:themeTint="A6"/>
        <w:sz w:val="18"/>
        <w:szCs w:val="18"/>
      </w:rPr>
      <w:t xml:space="preserve">Stránka </w:t>
    </w:r>
    <w:r w:rsidRPr="00583D83">
      <w:rPr>
        <w:b/>
        <w:bCs/>
        <w:color w:val="595959" w:themeColor="text1" w:themeTint="A6"/>
        <w:sz w:val="18"/>
        <w:szCs w:val="18"/>
      </w:rPr>
      <w:fldChar w:fldCharType="begin"/>
    </w:r>
    <w:r w:rsidRPr="00583D83">
      <w:rPr>
        <w:b/>
        <w:bCs/>
        <w:color w:val="595959" w:themeColor="text1" w:themeTint="A6"/>
        <w:sz w:val="18"/>
        <w:szCs w:val="18"/>
      </w:rPr>
      <w:instrText>PAGE  \* Arabic  \* MERGEFORMAT</w:instrText>
    </w:r>
    <w:r w:rsidRPr="00583D83">
      <w:rPr>
        <w:b/>
        <w:bCs/>
        <w:color w:val="595959" w:themeColor="text1" w:themeTint="A6"/>
        <w:sz w:val="18"/>
        <w:szCs w:val="18"/>
      </w:rPr>
      <w:fldChar w:fldCharType="separate"/>
    </w:r>
    <w:r w:rsidRPr="00583D83">
      <w:rPr>
        <w:b/>
        <w:bCs/>
        <w:color w:val="595959" w:themeColor="text1" w:themeTint="A6"/>
        <w:sz w:val="18"/>
        <w:szCs w:val="18"/>
      </w:rPr>
      <w:t>1</w:t>
    </w:r>
    <w:r w:rsidRPr="00583D83">
      <w:rPr>
        <w:b/>
        <w:bCs/>
        <w:color w:val="595959" w:themeColor="text1" w:themeTint="A6"/>
        <w:sz w:val="18"/>
        <w:szCs w:val="18"/>
      </w:rPr>
      <w:fldChar w:fldCharType="end"/>
    </w:r>
    <w:r w:rsidRPr="00583D83">
      <w:rPr>
        <w:color w:val="595959" w:themeColor="text1" w:themeTint="A6"/>
        <w:sz w:val="18"/>
        <w:szCs w:val="18"/>
      </w:rPr>
      <w:t xml:space="preserve"> z </w:t>
    </w:r>
    <w:r w:rsidRPr="00583D83">
      <w:rPr>
        <w:b/>
        <w:bCs/>
        <w:color w:val="595959" w:themeColor="text1" w:themeTint="A6"/>
        <w:sz w:val="18"/>
        <w:szCs w:val="18"/>
      </w:rPr>
      <w:fldChar w:fldCharType="begin"/>
    </w:r>
    <w:r w:rsidRPr="00583D83">
      <w:rPr>
        <w:b/>
        <w:bCs/>
        <w:color w:val="595959" w:themeColor="text1" w:themeTint="A6"/>
        <w:sz w:val="18"/>
        <w:szCs w:val="18"/>
      </w:rPr>
      <w:instrText>NUMPAGES  \* Arabic  \* MERGEFORMAT</w:instrText>
    </w:r>
    <w:r w:rsidRPr="00583D83">
      <w:rPr>
        <w:b/>
        <w:bCs/>
        <w:color w:val="595959" w:themeColor="text1" w:themeTint="A6"/>
        <w:sz w:val="18"/>
        <w:szCs w:val="18"/>
      </w:rPr>
      <w:fldChar w:fldCharType="separate"/>
    </w:r>
    <w:r w:rsidRPr="00583D83">
      <w:rPr>
        <w:b/>
        <w:bCs/>
        <w:color w:val="595959" w:themeColor="text1" w:themeTint="A6"/>
        <w:sz w:val="18"/>
        <w:szCs w:val="18"/>
      </w:rPr>
      <w:t>2</w:t>
    </w:r>
    <w:r w:rsidRPr="00583D83">
      <w:rPr>
        <w:b/>
        <w:bCs/>
        <w:color w:val="595959" w:themeColor="text1" w:themeTint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542F" w14:textId="77777777" w:rsidR="002047D9" w:rsidRDefault="002047D9" w:rsidP="00187C28">
      <w:r>
        <w:separator/>
      </w:r>
    </w:p>
  </w:footnote>
  <w:footnote w:type="continuationSeparator" w:id="0">
    <w:p w14:paraId="33392D27" w14:textId="77777777" w:rsidR="002047D9" w:rsidRDefault="002047D9" w:rsidP="00187C28">
      <w:r>
        <w:continuationSeparator/>
      </w:r>
    </w:p>
  </w:footnote>
  <w:footnote w:type="continuationNotice" w:id="1">
    <w:p w14:paraId="398C0FF3" w14:textId="77777777" w:rsidR="002047D9" w:rsidRDefault="002047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ABE6" w14:textId="0F1391AE" w:rsidR="00535C58" w:rsidRDefault="00877F56" w:rsidP="00F14229">
    <w:pPr>
      <w:pStyle w:val="Zhlav"/>
      <w:tabs>
        <w:tab w:val="clear" w:pos="4536"/>
        <w:tab w:val="clear" w:pos="9072"/>
        <w:tab w:val="left" w:pos="16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CC87B1A" wp14:editId="6031E14B">
          <wp:simplePos x="0" y="0"/>
          <wp:positionH relativeFrom="margin">
            <wp:align>right</wp:align>
          </wp:positionH>
          <wp:positionV relativeFrom="paragraph">
            <wp:posOffset>-463137</wp:posOffset>
          </wp:positionV>
          <wp:extent cx="5759450" cy="1061085"/>
          <wp:effectExtent l="0" t="0" r="0" b="5715"/>
          <wp:wrapNone/>
          <wp:docPr id="733348071" name="Picture 733348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61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3A7C" w14:textId="77A39584" w:rsidR="00535C58" w:rsidRDefault="00877F56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9ABE8A1" wp14:editId="76F81A0F">
          <wp:simplePos x="0" y="0"/>
          <wp:positionH relativeFrom="margin">
            <wp:align>right</wp:align>
          </wp:positionH>
          <wp:positionV relativeFrom="paragraph">
            <wp:posOffset>-463138</wp:posOffset>
          </wp:positionV>
          <wp:extent cx="5759450" cy="1061085"/>
          <wp:effectExtent l="0" t="0" r="0" b="5715"/>
          <wp:wrapNone/>
          <wp:docPr id="184784861" name="Picture 184784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61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2B009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FE21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5CBB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B8F6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FA7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52A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22E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3A5D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D8A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F0F7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19E"/>
    <w:multiLevelType w:val="hybridMultilevel"/>
    <w:tmpl w:val="E49CCFC0"/>
    <w:lvl w:ilvl="0" w:tplc="B01CABF0">
      <w:numFmt w:val="bullet"/>
      <w:pStyle w:val="Odsazen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29652F"/>
        <w:w w:val="100"/>
        <w:sz w:val="16"/>
        <w:szCs w:val="16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327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6E1FAE"/>
    <w:multiLevelType w:val="hybridMultilevel"/>
    <w:tmpl w:val="BC766A30"/>
    <w:lvl w:ilvl="0" w:tplc="53881548">
      <w:start w:val="1"/>
      <w:numFmt w:val="decimal"/>
      <w:pStyle w:val="Odsazen2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E066E"/>
    <w:multiLevelType w:val="hybridMultilevel"/>
    <w:tmpl w:val="72B64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378767">
    <w:abstractNumId w:val="8"/>
  </w:num>
  <w:num w:numId="2" w16cid:durableId="683479392">
    <w:abstractNumId w:val="3"/>
  </w:num>
  <w:num w:numId="3" w16cid:durableId="216165280">
    <w:abstractNumId w:val="2"/>
  </w:num>
  <w:num w:numId="4" w16cid:durableId="32510729">
    <w:abstractNumId w:val="1"/>
  </w:num>
  <w:num w:numId="5" w16cid:durableId="1638218223">
    <w:abstractNumId w:val="0"/>
  </w:num>
  <w:num w:numId="6" w16cid:durableId="507134455">
    <w:abstractNumId w:val="9"/>
  </w:num>
  <w:num w:numId="7" w16cid:durableId="1183931471">
    <w:abstractNumId w:val="7"/>
  </w:num>
  <w:num w:numId="8" w16cid:durableId="2107263295">
    <w:abstractNumId w:val="6"/>
  </w:num>
  <w:num w:numId="9" w16cid:durableId="1917930709">
    <w:abstractNumId w:val="5"/>
  </w:num>
  <w:num w:numId="10" w16cid:durableId="2051413424">
    <w:abstractNumId w:val="4"/>
  </w:num>
  <w:num w:numId="11" w16cid:durableId="1291132561">
    <w:abstractNumId w:val="10"/>
  </w:num>
  <w:num w:numId="12" w16cid:durableId="921059992">
    <w:abstractNumId w:val="12"/>
  </w:num>
  <w:num w:numId="13" w16cid:durableId="43601477">
    <w:abstractNumId w:val="11"/>
  </w:num>
  <w:num w:numId="14" w16cid:durableId="1352341289">
    <w:abstractNumId w:val="12"/>
    <w:lvlOverride w:ilvl="0">
      <w:startOverride w:val="1"/>
    </w:lvlOverride>
  </w:num>
  <w:num w:numId="15" w16cid:durableId="734743594">
    <w:abstractNumId w:val="12"/>
    <w:lvlOverride w:ilvl="0">
      <w:startOverride w:val="1"/>
    </w:lvlOverride>
  </w:num>
  <w:num w:numId="16" w16cid:durableId="1907102893">
    <w:abstractNumId w:val="12"/>
    <w:lvlOverride w:ilvl="0">
      <w:startOverride w:val="1"/>
    </w:lvlOverride>
  </w:num>
  <w:num w:numId="17" w16cid:durableId="426540253">
    <w:abstractNumId w:val="12"/>
    <w:lvlOverride w:ilvl="0">
      <w:startOverride w:val="1"/>
    </w:lvlOverride>
  </w:num>
  <w:num w:numId="18" w16cid:durableId="6924170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C2"/>
    <w:rsid w:val="00000862"/>
    <w:rsid w:val="00000FA1"/>
    <w:rsid w:val="000038D2"/>
    <w:rsid w:val="0000728A"/>
    <w:rsid w:val="0001579D"/>
    <w:rsid w:val="000164E7"/>
    <w:rsid w:val="000408C9"/>
    <w:rsid w:val="000448DC"/>
    <w:rsid w:val="00051A56"/>
    <w:rsid w:val="000643D8"/>
    <w:rsid w:val="0009151D"/>
    <w:rsid w:val="00095BEC"/>
    <w:rsid w:val="00096122"/>
    <w:rsid w:val="000966AE"/>
    <w:rsid w:val="000A20B5"/>
    <w:rsid w:val="000D2589"/>
    <w:rsid w:val="000F6502"/>
    <w:rsid w:val="0010060F"/>
    <w:rsid w:val="0010113A"/>
    <w:rsid w:val="0010754C"/>
    <w:rsid w:val="00111A68"/>
    <w:rsid w:val="00111F53"/>
    <w:rsid w:val="001236CF"/>
    <w:rsid w:val="0012515D"/>
    <w:rsid w:val="00126743"/>
    <w:rsid w:val="00152E40"/>
    <w:rsid w:val="001562B2"/>
    <w:rsid w:val="00157314"/>
    <w:rsid w:val="00170B96"/>
    <w:rsid w:val="00187C28"/>
    <w:rsid w:val="00195843"/>
    <w:rsid w:val="00196B2C"/>
    <w:rsid w:val="001A0294"/>
    <w:rsid w:val="001A42F3"/>
    <w:rsid w:val="001B0F3D"/>
    <w:rsid w:val="001C2EA3"/>
    <w:rsid w:val="001D007D"/>
    <w:rsid w:val="001D1244"/>
    <w:rsid w:val="001D1C5E"/>
    <w:rsid w:val="001D6585"/>
    <w:rsid w:val="001E198A"/>
    <w:rsid w:val="001E206C"/>
    <w:rsid w:val="001E29D0"/>
    <w:rsid w:val="001F1164"/>
    <w:rsid w:val="001F3AB8"/>
    <w:rsid w:val="001F50AB"/>
    <w:rsid w:val="001F5C6E"/>
    <w:rsid w:val="00201946"/>
    <w:rsid w:val="002028BC"/>
    <w:rsid w:val="002047D9"/>
    <w:rsid w:val="002104B0"/>
    <w:rsid w:val="00215828"/>
    <w:rsid w:val="00216CD1"/>
    <w:rsid w:val="00220875"/>
    <w:rsid w:val="00232B01"/>
    <w:rsid w:val="002336E2"/>
    <w:rsid w:val="00237D83"/>
    <w:rsid w:val="00245066"/>
    <w:rsid w:val="0025137C"/>
    <w:rsid w:val="002718BB"/>
    <w:rsid w:val="00276D3B"/>
    <w:rsid w:val="00280BDA"/>
    <w:rsid w:val="00285A66"/>
    <w:rsid w:val="00287009"/>
    <w:rsid w:val="00292807"/>
    <w:rsid w:val="00296D3F"/>
    <w:rsid w:val="002A436E"/>
    <w:rsid w:val="002A5A09"/>
    <w:rsid w:val="002A67E9"/>
    <w:rsid w:val="002B1C69"/>
    <w:rsid w:val="002C0557"/>
    <w:rsid w:val="002D1E55"/>
    <w:rsid w:val="002D33AF"/>
    <w:rsid w:val="002D404E"/>
    <w:rsid w:val="002F17BB"/>
    <w:rsid w:val="002F5F2B"/>
    <w:rsid w:val="00302CD5"/>
    <w:rsid w:val="00310848"/>
    <w:rsid w:val="00314F96"/>
    <w:rsid w:val="00330BCB"/>
    <w:rsid w:val="00344B53"/>
    <w:rsid w:val="003478A9"/>
    <w:rsid w:val="00354E53"/>
    <w:rsid w:val="00362687"/>
    <w:rsid w:val="00365697"/>
    <w:rsid w:val="003778FF"/>
    <w:rsid w:val="00381D60"/>
    <w:rsid w:val="00392AE1"/>
    <w:rsid w:val="00396D87"/>
    <w:rsid w:val="003A45F6"/>
    <w:rsid w:val="003A644D"/>
    <w:rsid w:val="003A7D25"/>
    <w:rsid w:val="003D0177"/>
    <w:rsid w:val="003D307B"/>
    <w:rsid w:val="003D78BA"/>
    <w:rsid w:val="003E1CE6"/>
    <w:rsid w:val="003E3020"/>
    <w:rsid w:val="00406C40"/>
    <w:rsid w:val="0043035F"/>
    <w:rsid w:val="004309FE"/>
    <w:rsid w:val="00430A4A"/>
    <w:rsid w:val="00433FFC"/>
    <w:rsid w:val="00444758"/>
    <w:rsid w:val="00452C42"/>
    <w:rsid w:val="0045664E"/>
    <w:rsid w:val="00457BE1"/>
    <w:rsid w:val="00474E9D"/>
    <w:rsid w:val="0048165C"/>
    <w:rsid w:val="00495D95"/>
    <w:rsid w:val="004A1518"/>
    <w:rsid w:val="004A4B69"/>
    <w:rsid w:val="004A5EB5"/>
    <w:rsid w:val="004A7711"/>
    <w:rsid w:val="004B5AC5"/>
    <w:rsid w:val="004C3794"/>
    <w:rsid w:val="004F5BC4"/>
    <w:rsid w:val="0050412C"/>
    <w:rsid w:val="00504C76"/>
    <w:rsid w:val="00505D66"/>
    <w:rsid w:val="00513464"/>
    <w:rsid w:val="005136FD"/>
    <w:rsid w:val="005351FF"/>
    <w:rsid w:val="005352E5"/>
    <w:rsid w:val="00535C58"/>
    <w:rsid w:val="00557196"/>
    <w:rsid w:val="00565294"/>
    <w:rsid w:val="00565862"/>
    <w:rsid w:val="00570888"/>
    <w:rsid w:val="00576221"/>
    <w:rsid w:val="005769C8"/>
    <w:rsid w:val="00583D83"/>
    <w:rsid w:val="00586828"/>
    <w:rsid w:val="00590056"/>
    <w:rsid w:val="00593FB9"/>
    <w:rsid w:val="005A2836"/>
    <w:rsid w:val="005A39C7"/>
    <w:rsid w:val="005A57FB"/>
    <w:rsid w:val="005B6A7B"/>
    <w:rsid w:val="005E320D"/>
    <w:rsid w:val="005E4368"/>
    <w:rsid w:val="005F0305"/>
    <w:rsid w:val="005F3315"/>
    <w:rsid w:val="005F7B8F"/>
    <w:rsid w:val="006019BE"/>
    <w:rsid w:val="00612922"/>
    <w:rsid w:val="00612924"/>
    <w:rsid w:val="00616E55"/>
    <w:rsid w:val="00633C04"/>
    <w:rsid w:val="0064E902"/>
    <w:rsid w:val="00650E67"/>
    <w:rsid w:val="00670102"/>
    <w:rsid w:val="00673354"/>
    <w:rsid w:val="006809B1"/>
    <w:rsid w:val="00691A9C"/>
    <w:rsid w:val="006A1F4E"/>
    <w:rsid w:val="006A48A8"/>
    <w:rsid w:val="006A4FC6"/>
    <w:rsid w:val="006A60AC"/>
    <w:rsid w:val="006A78DE"/>
    <w:rsid w:val="006B5186"/>
    <w:rsid w:val="006C0933"/>
    <w:rsid w:val="006C5DCD"/>
    <w:rsid w:val="006D0CE9"/>
    <w:rsid w:val="006D2601"/>
    <w:rsid w:val="006D3A20"/>
    <w:rsid w:val="006D4868"/>
    <w:rsid w:val="006D65A4"/>
    <w:rsid w:val="006E1C96"/>
    <w:rsid w:val="006E23F4"/>
    <w:rsid w:val="006F1D61"/>
    <w:rsid w:val="00712D9C"/>
    <w:rsid w:val="00770881"/>
    <w:rsid w:val="00777326"/>
    <w:rsid w:val="007B25AF"/>
    <w:rsid w:val="007C5FE8"/>
    <w:rsid w:val="007C6BB6"/>
    <w:rsid w:val="007D09D9"/>
    <w:rsid w:val="007D4E8C"/>
    <w:rsid w:val="007D5382"/>
    <w:rsid w:val="007E2A88"/>
    <w:rsid w:val="007E4BCD"/>
    <w:rsid w:val="00801B73"/>
    <w:rsid w:val="00805523"/>
    <w:rsid w:val="00816C74"/>
    <w:rsid w:val="008264B6"/>
    <w:rsid w:val="00836967"/>
    <w:rsid w:val="008377C2"/>
    <w:rsid w:val="0084489B"/>
    <w:rsid w:val="008478E9"/>
    <w:rsid w:val="00857C22"/>
    <w:rsid w:val="008653BB"/>
    <w:rsid w:val="00867DBD"/>
    <w:rsid w:val="00877F56"/>
    <w:rsid w:val="00883708"/>
    <w:rsid w:val="00886181"/>
    <w:rsid w:val="00886934"/>
    <w:rsid w:val="00896DE4"/>
    <w:rsid w:val="00896F5C"/>
    <w:rsid w:val="0089791D"/>
    <w:rsid w:val="008A04FD"/>
    <w:rsid w:val="008A117A"/>
    <w:rsid w:val="008A1CF7"/>
    <w:rsid w:val="008A5557"/>
    <w:rsid w:val="008B5412"/>
    <w:rsid w:val="008B725C"/>
    <w:rsid w:val="008B7ED6"/>
    <w:rsid w:val="008C08AD"/>
    <w:rsid w:val="008C420F"/>
    <w:rsid w:val="008C7F1F"/>
    <w:rsid w:val="008D472F"/>
    <w:rsid w:val="008D7A6D"/>
    <w:rsid w:val="008F0304"/>
    <w:rsid w:val="008F317A"/>
    <w:rsid w:val="008F3FEB"/>
    <w:rsid w:val="008F4AC9"/>
    <w:rsid w:val="008F7507"/>
    <w:rsid w:val="00901A25"/>
    <w:rsid w:val="00916081"/>
    <w:rsid w:val="0092587D"/>
    <w:rsid w:val="009457E2"/>
    <w:rsid w:val="00952EDE"/>
    <w:rsid w:val="00964E93"/>
    <w:rsid w:val="009675DC"/>
    <w:rsid w:val="009700AE"/>
    <w:rsid w:val="0097063B"/>
    <w:rsid w:val="0098048D"/>
    <w:rsid w:val="009970AD"/>
    <w:rsid w:val="00997C99"/>
    <w:rsid w:val="009A1248"/>
    <w:rsid w:val="009B0CCE"/>
    <w:rsid w:val="009B6E67"/>
    <w:rsid w:val="009C6233"/>
    <w:rsid w:val="009E2A54"/>
    <w:rsid w:val="009F72AD"/>
    <w:rsid w:val="00A13048"/>
    <w:rsid w:val="00A13C7A"/>
    <w:rsid w:val="00A21DF2"/>
    <w:rsid w:val="00A26164"/>
    <w:rsid w:val="00A372CE"/>
    <w:rsid w:val="00A403FC"/>
    <w:rsid w:val="00A60E60"/>
    <w:rsid w:val="00A62598"/>
    <w:rsid w:val="00A64511"/>
    <w:rsid w:val="00A6766B"/>
    <w:rsid w:val="00A769A0"/>
    <w:rsid w:val="00A96BE6"/>
    <w:rsid w:val="00A96FB9"/>
    <w:rsid w:val="00AB37E9"/>
    <w:rsid w:val="00AB4761"/>
    <w:rsid w:val="00AC29B2"/>
    <w:rsid w:val="00AC78FB"/>
    <w:rsid w:val="00AC7FB6"/>
    <w:rsid w:val="00AF1577"/>
    <w:rsid w:val="00AF4E3B"/>
    <w:rsid w:val="00B115AE"/>
    <w:rsid w:val="00B164BA"/>
    <w:rsid w:val="00B206F6"/>
    <w:rsid w:val="00B2110E"/>
    <w:rsid w:val="00B24C9A"/>
    <w:rsid w:val="00B24D0A"/>
    <w:rsid w:val="00B26061"/>
    <w:rsid w:val="00B31389"/>
    <w:rsid w:val="00B33E44"/>
    <w:rsid w:val="00B46DAD"/>
    <w:rsid w:val="00B52470"/>
    <w:rsid w:val="00B52956"/>
    <w:rsid w:val="00B62275"/>
    <w:rsid w:val="00B62A42"/>
    <w:rsid w:val="00B64000"/>
    <w:rsid w:val="00B64392"/>
    <w:rsid w:val="00B7228B"/>
    <w:rsid w:val="00B74ECF"/>
    <w:rsid w:val="00BA7444"/>
    <w:rsid w:val="00BB24E7"/>
    <w:rsid w:val="00BC26E1"/>
    <w:rsid w:val="00BD1FC7"/>
    <w:rsid w:val="00BD4912"/>
    <w:rsid w:val="00C06C29"/>
    <w:rsid w:val="00C17345"/>
    <w:rsid w:val="00C3770C"/>
    <w:rsid w:val="00C41A8D"/>
    <w:rsid w:val="00C43908"/>
    <w:rsid w:val="00C46041"/>
    <w:rsid w:val="00C464B7"/>
    <w:rsid w:val="00C47BA9"/>
    <w:rsid w:val="00C51DDD"/>
    <w:rsid w:val="00C537C5"/>
    <w:rsid w:val="00C61CDE"/>
    <w:rsid w:val="00C6657B"/>
    <w:rsid w:val="00C72764"/>
    <w:rsid w:val="00C7657E"/>
    <w:rsid w:val="00C86967"/>
    <w:rsid w:val="00C9270C"/>
    <w:rsid w:val="00C92EDF"/>
    <w:rsid w:val="00CB1C21"/>
    <w:rsid w:val="00CB1EFE"/>
    <w:rsid w:val="00CB6BB8"/>
    <w:rsid w:val="00CC63FB"/>
    <w:rsid w:val="00CC752F"/>
    <w:rsid w:val="00CD0B53"/>
    <w:rsid w:val="00CD2DF9"/>
    <w:rsid w:val="00CE4FE8"/>
    <w:rsid w:val="00D05DA4"/>
    <w:rsid w:val="00D07D7D"/>
    <w:rsid w:val="00D16DF3"/>
    <w:rsid w:val="00D2594B"/>
    <w:rsid w:val="00D44B94"/>
    <w:rsid w:val="00D5755E"/>
    <w:rsid w:val="00D67FF0"/>
    <w:rsid w:val="00D84211"/>
    <w:rsid w:val="00D84355"/>
    <w:rsid w:val="00D91FE4"/>
    <w:rsid w:val="00D952C7"/>
    <w:rsid w:val="00DA1567"/>
    <w:rsid w:val="00DA53F3"/>
    <w:rsid w:val="00DA777C"/>
    <w:rsid w:val="00DC2763"/>
    <w:rsid w:val="00DD30DE"/>
    <w:rsid w:val="00DE2D2A"/>
    <w:rsid w:val="00DF4691"/>
    <w:rsid w:val="00DF7343"/>
    <w:rsid w:val="00DF7BF6"/>
    <w:rsid w:val="00E024F9"/>
    <w:rsid w:val="00E03D2B"/>
    <w:rsid w:val="00E13961"/>
    <w:rsid w:val="00E16002"/>
    <w:rsid w:val="00E25230"/>
    <w:rsid w:val="00E279E7"/>
    <w:rsid w:val="00E32F0A"/>
    <w:rsid w:val="00E338B5"/>
    <w:rsid w:val="00E3571D"/>
    <w:rsid w:val="00E42226"/>
    <w:rsid w:val="00E42B80"/>
    <w:rsid w:val="00E43203"/>
    <w:rsid w:val="00E439AD"/>
    <w:rsid w:val="00E505E8"/>
    <w:rsid w:val="00E5122E"/>
    <w:rsid w:val="00E513E3"/>
    <w:rsid w:val="00E522EA"/>
    <w:rsid w:val="00E761C1"/>
    <w:rsid w:val="00E77AE5"/>
    <w:rsid w:val="00E8103D"/>
    <w:rsid w:val="00E81939"/>
    <w:rsid w:val="00E828D5"/>
    <w:rsid w:val="00E90F72"/>
    <w:rsid w:val="00EB0982"/>
    <w:rsid w:val="00EC47BC"/>
    <w:rsid w:val="00EC73E0"/>
    <w:rsid w:val="00ED28C5"/>
    <w:rsid w:val="00ED65AD"/>
    <w:rsid w:val="00EE42B9"/>
    <w:rsid w:val="00EF0C63"/>
    <w:rsid w:val="00F04F55"/>
    <w:rsid w:val="00F14229"/>
    <w:rsid w:val="00F15595"/>
    <w:rsid w:val="00F312AA"/>
    <w:rsid w:val="00F31A33"/>
    <w:rsid w:val="00F33684"/>
    <w:rsid w:val="00F34A99"/>
    <w:rsid w:val="00F652D1"/>
    <w:rsid w:val="00F67594"/>
    <w:rsid w:val="00F73954"/>
    <w:rsid w:val="00F76C6C"/>
    <w:rsid w:val="00F93790"/>
    <w:rsid w:val="00FA0C88"/>
    <w:rsid w:val="00FA4D43"/>
    <w:rsid w:val="00FB709D"/>
    <w:rsid w:val="00FC0CBC"/>
    <w:rsid w:val="00FC1432"/>
    <w:rsid w:val="00FD0777"/>
    <w:rsid w:val="00FE2161"/>
    <w:rsid w:val="00FE79D7"/>
    <w:rsid w:val="00FF19A5"/>
    <w:rsid w:val="00FF7D70"/>
    <w:rsid w:val="01133978"/>
    <w:rsid w:val="0276F7A3"/>
    <w:rsid w:val="02AF5DC4"/>
    <w:rsid w:val="035CDD42"/>
    <w:rsid w:val="0381BF63"/>
    <w:rsid w:val="04764860"/>
    <w:rsid w:val="06050738"/>
    <w:rsid w:val="08021FE6"/>
    <w:rsid w:val="0C25C76F"/>
    <w:rsid w:val="0D325FA0"/>
    <w:rsid w:val="0E40700C"/>
    <w:rsid w:val="0FA719CF"/>
    <w:rsid w:val="10682777"/>
    <w:rsid w:val="106EC3F2"/>
    <w:rsid w:val="13DC0C38"/>
    <w:rsid w:val="149D1E6D"/>
    <w:rsid w:val="1939DED8"/>
    <w:rsid w:val="19942911"/>
    <w:rsid w:val="19A8A782"/>
    <w:rsid w:val="1AFE74EE"/>
    <w:rsid w:val="1BEB0C10"/>
    <w:rsid w:val="1D734DFB"/>
    <w:rsid w:val="1E0C8664"/>
    <w:rsid w:val="1E0F19BA"/>
    <w:rsid w:val="1EA64F69"/>
    <w:rsid w:val="1F0F468C"/>
    <w:rsid w:val="224DE62F"/>
    <w:rsid w:val="22A08470"/>
    <w:rsid w:val="24648E09"/>
    <w:rsid w:val="2655291D"/>
    <w:rsid w:val="28536E0A"/>
    <w:rsid w:val="28593876"/>
    <w:rsid w:val="2A04F907"/>
    <w:rsid w:val="2A3B5551"/>
    <w:rsid w:val="2E12917F"/>
    <w:rsid w:val="2FD33940"/>
    <w:rsid w:val="2FD7278F"/>
    <w:rsid w:val="3013E3B6"/>
    <w:rsid w:val="308FA5D8"/>
    <w:rsid w:val="335E6CD6"/>
    <w:rsid w:val="34E3E69D"/>
    <w:rsid w:val="3556A557"/>
    <w:rsid w:val="37549C5C"/>
    <w:rsid w:val="37C54771"/>
    <w:rsid w:val="3868C1FB"/>
    <w:rsid w:val="3B11998E"/>
    <w:rsid w:val="3B51FA2C"/>
    <w:rsid w:val="3C20A018"/>
    <w:rsid w:val="3C9ABFF5"/>
    <w:rsid w:val="3F4CCEBD"/>
    <w:rsid w:val="400FCBE0"/>
    <w:rsid w:val="40A4F429"/>
    <w:rsid w:val="4203045A"/>
    <w:rsid w:val="42110995"/>
    <w:rsid w:val="43B678EB"/>
    <w:rsid w:val="44BA6EEE"/>
    <w:rsid w:val="454CA190"/>
    <w:rsid w:val="485359B2"/>
    <w:rsid w:val="488E56AE"/>
    <w:rsid w:val="489CBCCB"/>
    <w:rsid w:val="48A3FE2F"/>
    <w:rsid w:val="49626B66"/>
    <w:rsid w:val="497BCC92"/>
    <w:rsid w:val="4B651902"/>
    <w:rsid w:val="4BFCBF33"/>
    <w:rsid w:val="4F1C0601"/>
    <w:rsid w:val="4F1D89A9"/>
    <w:rsid w:val="523FD7C8"/>
    <w:rsid w:val="52A67D6C"/>
    <w:rsid w:val="5350D0CE"/>
    <w:rsid w:val="54AABACD"/>
    <w:rsid w:val="54F60D65"/>
    <w:rsid w:val="564798B3"/>
    <w:rsid w:val="575CED8B"/>
    <w:rsid w:val="57807305"/>
    <w:rsid w:val="57E3D58D"/>
    <w:rsid w:val="58C1535F"/>
    <w:rsid w:val="58D033BF"/>
    <w:rsid w:val="58F8229A"/>
    <w:rsid w:val="597E2BF0"/>
    <w:rsid w:val="59B1661B"/>
    <w:rsid w:val="5ACB2B81"/>
    <w:rsid w:val="5B19FC51"/>
    <w:rsid w:val="5B5CA3C9"/>
    <w:rsid w:val="5CD63C31"/>
    <w:rsid w:val="5D2E7515"/>
    <w:rsid w:val="5E896D81"/>
    <w:rsid w:val="5F0D0490"/>
    <w:rsid w:val="5FED6D74"/>
    <w:rsid w:val="600C574D"/>
    <w:rsid w:val="6132685E"/>
    <w:rsid w:val="61C33A2D"/>
    <w:rsid w:val="660F65DC"/>
    <w:rsid w:val="67294A68"/>
    <w:rsid w:val="68D26D0A"/>
    <w:rsid w:val="69B33993"/>
    <w:rsid w:val="69CF61A4"/>
    <w:rsid w:val="6AFDF7A7"/>
    <w:rsid w:val="6F44D2DC"/>
    <w:rsid w:val="705A4CD2"/>
    <w:rsid w:val="716C7FBA"/>
    <w:rsid w:val="765973F2"/>
    <w:rsid w:val="7A455C72"/>
    <w:rsid w:val="7AA3F7F3"/>
    <w:rsid w:val="7C07B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6B9E1"/>
  <w15:chartTrackingRefBased/>
  <w15:docId w15:val="{F4804BD5-9C76-4541-870C-65FD0917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6D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B7ED6"/>
    <w:pPr>
      <w:keepNext/>
      <w:keepLines/>
      <w:spacing w:before="240"/>
      <w:outlineLvl w:val="0"/>
    </w:pPr>
    <w:rPr>
      <w:rFonts w:eastAsiaTheme="majorEastAsia" w:cstheme="majorBidi"/>
      <w:b/>
      <w:color w:val="73BE46"/>
      <w:sz w:val="5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7ED6"/>
    <w:pPr>
      <w:keepNext/>
      <w:keepLines/>
      <w:spacing w:before="40"/>
      <w:outlineLvl w:val="1"/>
    </w:pPr>
    <w:rPr>
      <w:rFonts w:eastAsiaTheme="majorEastAsia" w:cstheme="majorBidi"/>
      <w:b/>
      <w:color w:val="28642D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36CF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36CF"/>
    <w:pPr>
      <w:keepNext/>
      <w:keepLines/>
      <w:spacing w:before="40"/>
      <w:outlineLvl w:val="3"/>
    </w:pPr>
    <w:rPr>
      <w:rFonts w:eastAsiaTheme="majorEastAsia" w:cstheme="majorBidi"/>
      <w:b/>
      <w:i/>
      <w:iCs/>
      <w:color w:val="7F7F7F" w:themeColor="text1" w:themeTint="8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adrestRoboto">
    <w:name w:val="Text adresát Roboto"/>
    <w:basedOn w:val="Normln"/>
    <w:link w:val="TextadrestRobotoChar"/>
    <w:rsid w:val="00392AE1"/>
    <w:pPr>
      <w:suppressAutoHyphens/>
      <w:autoSpaceDE w:val="0"/>
      <w:autoSpaceDN w:val="0"/>
      <w:adjustRightInd w:val="0"/>
      <w:textAlignment w:val="center"/>
    </w:pPr>
    <w:rPr>
      <w:rFonts w:ascii="Roboto Medium" w:hAnsi="Roboto Medium" w:cs="Roboto"/>
      <w:szCs w:val="18"/>
    </w:rPr>
  </w:style>
  <w:style w:type="character" w:customStyle="1" w:styleId="TextadrestRobotoChar">
    <w:name w:val="Text adresát Roboto Char"/>
    <w:basedOn w:val="Standardnpsmoodstavce"/>
    <w:link w:val="TextadrestRoboto"/>
    <w:rsid w:val="00392AE1"/>
    <w:rPr>
      <w:rFonts w:ascii="Roboto Medium" w:hAnsi="Roboto Medium" w:cs="Roboto"/>
      <w:color w:val="404040" w:themeColor="text1" w:themeTint="BF"/>
      <w:sz w:val="20"/>
      <w:szCs w:val="18"/>
    </w:rPr>
  </w:style>
  <w:style w:type="table" w:styleId="Prosttabulka2">
    <w:name w:val="Plain Table 2"/>
    <w:basedOn w:val="Normlntabulka"/>
    <w:uiPriority w:val="42"/>
    <w:rsid w:val="0012515D"/>
    <w:pPr>
      <w:spacing w:after="0" w:line="240" w:lineRule="auto"/>
    </w:pPr>
    <w:rPr>
      <w:rFonts w:ascii="Roboto" w:hAnsi="Roboto"/>
      <w:color w:val="404040" w:themeColor="text1" w:themeTint="BF"/>
      <w:sz w:val="18"/>
    </w:rPr>
    <w:tblPr>
      <w:tblStyleRowBandSize w:val="1"/>
      <w:tblStyleColBandSize w:val="1"/>
      <w:tblBorders>
        <w:top w:val="single" w:sz="4" w:space="0" w:color="73BE46"/>
        <w:left w:val="single" w:sz="4" w:space="0" w:color="73BE46"/>
        <w:bottom w:val="single" w:sz="4" w:space="0" w:color="73BE46"/>
        <w:right w:val="single" w:sz="4" w:space="0" w:color="73BE46"/>
      </w:tblBorders>
    </w:tblPr>
    <w:tcPr>
      <w:shd w:val="clear" w:color="auto" w:fill="auto"/>
      <w:vAlign w:val="bottom"/>
    </w:tcPr>
    <w:tblStylePr w:type="firstRow">
      <w:rPr>
        <w:rFonts w:ascii="Roboto" w:hAnsi="Roboto"/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lkaseznamu3zvraznn6">
    <w:name w:val="List Table 3 Accent 6"/>
    <w:basedOn w:val="Normlntabulka"/>
    <w:uiPriority w:val="48"/>
    <w:rsid w:val="00000FA1"/>
    <w:pPr>
      <w:spacing w:after="0" w:line="240" w:lineRule="auto"/>
    </w:pPr>
    <w:rPr>
      <w:rFonts w:ascii="Roboto" w:hAnsi="Roboto"/>
      <w:color w:val="404040" w:themeColor="text1" w:themeTint="BF"/>
      <w:sz w:val="18"/>
    </w:rPr>
    <w:tblPr>
      <w:tblStyleRowBandSize w:val="1"/>
      <w:tblStyleColBandSize w:val="1"/>
      <w:tblInd w:w="57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Green">
    <w:name w:val="Green"/>
    <w:basedOn w:val="Normln"/>
    <w:link w:val="GreenChar"/>
    <w:autoRedefine/>
    <w:rsid w:val="00B62A42"/>
    <w:pPr>
      <w:jc w:val="center"/>
    </w:pPr>
    <w:rPr>
      <w:rFonts w:ascii="Roboto Medium" w:hAnsi="Roboto Medium"/>
      <w:b/>
      <w:color w:val="538135" w:themeColor="accent6" w:themeShade="BF"/>
    </w:rPr>
  </w:style>
  <w:style w:type="character" w:customStyle="1" w:styleId="GreenChar">
    <w:name w:val="Green Char"/>
    <w:basedOn w:val="Standardnpsmoodstavce"/>
    <w:link w:val="Green"/>
    <w:rsid w:val="00B62A42"/>
    <w:rPr>
      <w:rFonts w:ascii="Roboto Medium" w:hAnsi="Roboto Medium"/>
      <w:b/>
      <w:color w:val="538135" w:themeColor="accent6" w:themeShade="BF"/>
      <w:sz w:val="20"/>
    </w:rPr>
  </w:style>
  <w:style w:type="paragraph" w:styleId="Zhlav">
    <w:name w:val="header"/>
    <w:basedOn w:val="Normln"/>
    <w:link w:val="ZhlavChar"/>
    <w:uiPriority w:val="99"/>
    <w:unhideWhenUsed/>
    <w:rsid w:val="00187C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7C28"/>
    <w:rPr>
      <w:rFonts w:ascii="Roboto" w:hAnsi="Roboto"/>
    </w:rPr>
  </w:style>
  <w:style w:type="paragraph" w:styleId="Zpat">
    <w:name w:val="footer"/>
    <w:basedOn w:val="Normln"/>
    <w:link w:val="ZpatChar"/>
    <w:uiPriority w:val="99"/>
    <w:unhideWhenUsed/>
    <w:rsid w:val="00187C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C28"/>
    <w:rPr>
      <w:rFonts w:ascii="Roboto" w:hAnsi="Roboto"/>
    </w:rPr>
  </w:style>
  <w:style w:type="character" w:styleId="Hypertextovodkaz">
    <w:name w:val="Hyperlink"/>
    <w:basedOn w:val="Standardnpsmoodstavce"/>
    <w:uiPriority w:val="99"/>
    <w:unhideWhenUsed/>
    <w:rsid w:val="00816C7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16C74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8B7ED6"/>
    <w:rPr>
      <w:rFonts w:ascii="Calibri" w:eastAsiaTheme="majorEastAsia" w:hAnsi="Calibri" w:cstheme="majorBidi"/>
      <w:b/>
      <w:color w:val="73BE46"/>
      <w:sz w:val="5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B7ED6"/>
    <w:rPr>
      <w:rFonts w:ascii="Calibri" w:eastAsiaTheme="majorEastAsia" w:hAnsi="Calibri" w:cstheme="majorBidi"/>
      <w:b/>
      <w:color w:val="28642D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236CF"/>
    <w:rPr>
      <w:rFonts w:ascii="Calibri" w:eastAsiaTheme="majorEastAsia" w:hAnsi="Calibri" w:cstheme="majorBidi"/>
      <w:b/>
      <w:color w:val="404040" w:themeColor="text1" w:themeTint="B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236CF"/>
    <w:rPr>
      <w:rFonts w:ascii="Calibri" w:eastAsiaTheme="majorEastAsia" w:hAnsi="Calibri" w:cstheme="majorBidi"/>
      <w:b/>
      <w:i/>
      <w:iCs/>
      <w:color w:val="7F7F7F" w:themeColor="text1" w:themeTint="80"/>
      <w:sz w:val="20"/>
      <w:u w:val="single"/>
    </w:rPr>
  </w:style>
  <w:style w:type="paragraph" w:styleId="Podnadpis">
    <w:name w:val="Subtitle"/>
    <w:aliases w:val="Autor a pozice"/>
    <w:basedOn w:val="Normln"/>
    <w:next w:val="Normln"/>
    <w:link w:val="PodnadpisChar"/>
    <w:uiPriority w:val="11"/>
    <w:qFormat/>
    <w:rsid w:val="00801B73"/>
    <w:pPr>
      <w:numPr>
        <w:ilvl w:val="1"/>
      </w:numPr>
      <w:jc w:val="right"/>
    </w:pPr>
    <w:rPr>
      <w:rFonts w:eastAsiaTheme="minorEastAsia"/>
      <w:spacing w:val="10"/>
    </w:rPr>
  </w:style>
  <w:style w:type="character" w:customStyle="1" w:styleId="PodnadpisChar">
    <w:name w:val="Podnadpis Char"/>
    <w:aliases w:val="Autor a pozice Char"/>
    <w:basedOn w:val="Standardnpsmoodstavce"/>
    <w:link w:val="Podnadpis"/>
    <w:uiPriority w:val="11"/>
    <w:rsid w:val="00801B73"/>
    <w:rPr>
      <w:rFonts w:ascii="Roboto" w:eastAsiaTheme="minorEastAsia" w:hAnsi="Roboto"/>
      <w:color w:val="404040" w:themeColor="text1" w:themeTint="BF"/>
      <w:spacing w:val="10"/>
      <w:sz w:val="18"/>
    </w:rPr>
  </w:style>
  <w:style w:type="character" w:styleId="Odkazintenzivn">
    <w:name w:val="Intense Reference"/>
    <w:basedOn w:val="Standardnpsmoodstavce"/>
    <w:uiPriority w:val="32"/>
    <w:rsid w:val="002D33AF"/>
    <w:rPr>
      <w:b/>
      <w:bCs/>
      <w:smallCaps/>
      <w:color w:val="4472C4" w:themeColor="accent1"/>
      <w:spacing w:val="5"/>
    </w:rPr>
  </w:style>
  <w:style w:type="paragraph" w:styleId="Podpise-mailu">
    <w:name w:val="E-mail Signature"/>
    <w:basedOn w:val="Normln"/>
    <w:link w:val="Podpise-mailuChar"/>
    <w:uiPriority w:val="99"/>
    <w:unhideWhenUsed/>
    <w:rsid w:val="00801B73"/>
  </w:style>
  <w:style w:type="character" w:customStyle="1" w:styleId="Podpise-mailuChar">
    <w:name w:val="Podpis e-mailu Char"/>
    <w:basedOn w:val="Standardnpsmoodstavce"/>
    <w:link w:val="Podpise-mailu"/>
    <w:uiPriority w:val="99"/>
    <w:rsid w:val="00801B73"/>
    <w:rPr>
      <w:rFonts w:ascii="Roboto" w:hAnsi="Roboto"/>
      <w:color w:val="404040" w:themeColor="text1" w:themeTint="BF"/>
      <w:sz w:val="18"/>
    </w:rPr>
  </w:style>
  <w:style w:type="paragraph" w:customStyle="1" w:styleId="Nadpis">
    <w:name w:val="Nadpis"/>
    <w:basedOn w:val="Nzev"/>
    <w:link w:val="NadpisChar"/>
    <w:qFormat/>
    <w:rsid w:val="008B7ED6"/>
    <w:pPr>
      <w:autoSpaceDE w:val="0"/>
      <w:autoSpaceDN w:val="0"/>
      <w:spacing w:before="1440"/>
      <w:contextualSpacing w:val="0"/>
      <w:jc w:val="center"/>
    </w:pPr>
    <w:rPr>
      <w:rFonts w:ascii="Calibri" w:eastAsia="Roboto Black" w:hAnsi="Calibri" w:cs="Roboto Black"/>
      <w:b/>
      <w:bCs/>
      <w:color w:val="C7C8CA"/>
      <w:sz w:val="96"/>
      <w:szCs w:val="134"/>
    </w:rPr>
  </w:style>
  <w:style w:type="character" w:customStyle="1" w:styleId="NadpisChar">
    <w:name w:val="Nadpis Char"/>
    <w:basedOn w:val="NzevChar"/>
    <w:link w:val="Nadpis"/>
    <w:rsid w:val="008B7ED6"/>
    <w:rPr>
      <w:rFonts w:ascii="Calibri" w:eastAsia="Roboto Black" w:hAnsi="Calibri" w:cs="Roboto Black"/>
      <w:b/>
      <w:bCs/>
      <w:color w:val="C7C8CA"/>
      <w:spacing w:val="-10"/>
      <w:kern w:val="28"/>
      <w:sz w:val="96"/>
      <w:szCs w:val="134"/>
    </w:rPr>
  </w:style>
  <w:style w:type="paragraph" w:styleId="Nzev">
    <w:name w:val="Title"/>
    <w:basedOn w:val="Normln"/>
    <w:next w:val="Normln"/>
    <w:link w:val="NzevChar"/>
    <w:uiPriority w:val="10"/>
    <w:rsid w:val="00C51DD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1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dtitultitulnlist">
    <w:name w:val="Podtitul titulní list"/>
    <w:basedOn w:val="Nadpis"/>
    <w:link w:val="PodtitultitulnlistChar"/>
    <w:qFormat/>
    <w:rsid w:val="008B7ED6"/>
    <w:pPr>
      <w:spacing w:before="240"/>
    </w:pPr>
    <w:rPr>
      <w:sz w:val="72"/>
      <w:szCs w:val="72"/>
    </w:rPr>
  </w:style>
  <w:style w:type="paragraph" w:customStyle="1" w:styleId="Datumtitulnlist">
    <w:name w:val="Datum titulní list"/>
    <w:basedOn w:val="Nadpis"/>
    <w:link w:val="DatumtitulnlistChar"/>
    <w:qFormat/>
    <w:rsid w:val="008B7ED6"/>
    <w:pPr>
      <w:spacing w:before="480"/>
    </w:pPr>
    <w:rPr>
      <w:noProof/>
      <w:sz w:val="44"/>
      <w:szCs w:val="44"/>
    </w:rPr>
  </w:style>
  <w:style w:type="character" w:customStyle="1" w:styleId="PodtitultitulnlistChar">
    <w:name w:val="Podtitul titulní list Char"/>
    <w:basedOn w:val="NadpisChar"/>
    <w:link w:val="Podtitultitulnlist"/>
    <w:rsid w:val="008B7ED6"/>
    <w:rPr>
      <w:rFonts w:ascii="Calibri" w:eastAsia="Roboto Black" w:hAnsi="Calibri" w:cs="Roboto Black"/>
      <w:b/>
      <w:bCs/>
      <w:color w:val="C7C8CA"/>
      <w:spacing w:val="-10"/>
      <w:kern w:val="28"/>
      <w:sz w:val="72"/>
      <w:szCs w:val="72"/>
    </w:rPr>
  </w:style>
  <w:style w:type="character" w:customStyle="1" w:styleId="DatumtitulnlistChar">
    <w:name w:val="Datum titulní list Char"/>
    <w:basedOn w:val="NadpisChar"/>
    <w:link w:val="Datumtitulnlist"/>
    <w:rsid w:val="008B7ED6"/>
    <w:rPr>
      <w:rFonts w:ascii="Calibri" w:eastAsia="Roboto Black" w:hAnsi="Calibri" w:cs="Roboto Black"/>
      <w:b/>
      <w:bCs/>
      <w:noProof/>
      <w:color w:val="C7C8CA"/>
      <w:spacing w:val="-10"/>
      <w:kern w:val="28"/>
      <w:sz w:val="44"/>
      <w:szCs w:val="44"/>
    </w:rPr>
  </w:style>
  <w:style w:type="character" w:styleId="Zstupntext">
    <w:name w:val="Placeholder Text"/>
    <w:basedOn w:val="Standardnpsmoodstavce"/>
    <w:uiPriority w:val="99"/>
    <w:semiHidden/>
    <w:rsid w:val="001562B2"/>
    <w:rPr>
      <w:color w:val="808080"/>
    </w:rPr>
  </w:style>
  <w:style w:type="paragraph" w:customStyle="1" w:styleId="Kredit">
    <w:name w:val="Kredit"/>
    <w:basedOn w:val="Normln"/>
    <w:next w:val="Normln"/>
    <w:link w:val="KreditChar"/>
    <w:autoRedefine/>
    <w:qFormat/>
    <w:rsid w:val="008B7ED6"/>
    <w:pPr>
      <w:spacing w:before="10800"/>
    </w:pPr>
  </w:style>
  <w:style w:type="paragraph" w:styleId="Nadpisobsahu">
    <w:name w:val="TOC Heading"/>
    <w:basedOn w:val="Nadpis1"/>
    <w:next w:val="Normln"/>
    <w:uiPriority w:val="39"/>
    <w:unhideWhenUsed/>
    <w:qFormat/>
    <w:rsid w:val="00152E40"/>
    <w:pPr>
      <w:spacing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character" w:customStyle="1" w:styleId="KreditChar">
    <w:name w:val="Kredit Char"/>
    <w:basedOn w:val="Standardnpsmoodstavce"/>
    <w:link w:val="Kredit"/>
    <w:rsid w:val="008B7ED6"/>
    <w:rPr>
      <w:rFonts w:ascii="Calibri" w:hAnsi="Calibri"/>
      <w:color w:val="404040" w:themeColor="text1" w:themeTint="BF"/>
      <w:sz w:val="18"/>
    </w:rPr>
  </w:style>
  <w:style w:type="paragraph" w:styleId="Obsah1">
    <w:name w:val="toc 1"/>
    <w:basedOn w:val="Normln"/>
    <w:next w:val="Normln"/>
    <w:autoRedefine/>
    <w:uiPriority w:val="39"/>
    <w:unhideWhenUsed/>
    <w:rsid w:val="006B5186"/>
    <w:pPr>
      <w:tabs>
        <w:tab w:val="right" w:pos="9060"/>
      </w:tabs>
      <w:spacing w:after="100"/>
    </w:pPr>
    <w:rPr>
      <w:rFonts w:cs="Calibri"/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152E40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unhideWhenUsed/>
    <w:rsid w:val="00152E40"/>
    <w:pPr>
      <w:spacing w:after="100"/>
      <w:ind w:left="360"/>
    </w:pPr>
  </w:style>
  <w:style w:type="paragraph" w:styleId="Odstavecseseznamem">
    <w:name w:val="List Paragraph"/>
    <w:basedOn w:val="Normln"/>
    <w:link w:val="OdstavecseseznamemChar"/>
    <w:uiPriority w:val="34"/>
    <w:qFormat/>
    <w:rsid w:val="00593FB9"/>
    <w:pPr>
      <w:ind w:left="720"/>
      <w:contextualSpacing/>
    </w:pPr>
  </w:style>
  <w:style w:type="paragraph" w:customStyle="1" w:styleId="Odsazen">
    <w:name w:val="Odsazení"/>
    <w:basedOn w:val="Odstavecseseznamem"/>
    <w:link w:val="OdsazenChar"/>
    <w:qFormat/>
    <w:rsid w:val="00593FB9"/>
    <w:pPr>
      <w:numPr>
        <w:numId w:val="11"/>
      </w:numPr>
    </w:pPr>
  </w:style>
  <w:style w:type="paragraph" w:customStyle="1" w:styleId="Odsazen2">
    <w:name w:val="Odsazení 2"/>
    <w:basedOn w:val="Odstavecseseznamem"/>
    <w:next w:val="Normln"/>
    <w:link w:val="Odsazen2Char"/>
    <w:qFormat/>
    <w:rsid w:val="00B62275"/>
    <w:pPr>
      <w:numPr>
        <w:numId w:val="12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93FB9"/>
    <w:rPr>
      <w:rFonts w:ascii="Roboto" w:hAnsi="Roboto"/>
      <w:color w:val="404040" w:themeColor="text1" w:themeTint="BF"/>
      <w:sz w:val="18"/>
    </w:rPr>
  </w:style>
  <w:style w:type="character" w:customStyle="1" w:styleId="OdsazenChar">
    <w:name w:val="Odsazení Char"/>
    <w:basedOn w:val="OdstavecseseznamemChar"/>
    <w:link w:val="Odsazen"/>
    <w:rsid w:val="00593FB9"/>
    <w:rPr>
      <w:rFonts w:ascii="Roboto" w:hAnsi="Roboto"/>
      <w:color w:val="404040" w:themeColor="text1" w:themeTint="BF"/>
      <w:sz w:val="18"/>
    </w:rPr>
  </w:style>
  <w:style w:type="character" w:customStyle="1" w:styleId="Odsazen2Char">
    <w:name w:val="Odsazení 2 Char"/>
    <w:basedOn w:val="OdstavecseseznamemChar"/>
    <w:link w:val="Odsazen2"/>
    <w:rsid w:val="00593FB9"/>
    <w:rPr>
      <w:rFonts w:ascii="Roboto" w:hAnsi="Roboto"/>
      <w:color w:val="404040" w:themeColor="text1" w:themeTint="BF"/>
      <w:sz w:val="18"/>
    </w:rPr>
  </w:style>
  <w:style w:type="table" w:styleId="Mkatabulky">
    <w:name w:val="Table Grid"/>
    <w:basedOn w:val="Normlntabulka"/>
    <w:uiPriority w:val="59"/>
    <w:rsid w:val="00504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Normlntabulka"/>
    <w:uiPriority w:val="99"/>
    <w:rsid w:val="004A5EB5"/>
    <w:pPr>
      <w:suppressAutoHyphens/>
      <w:spacing w:after="0" w:line="240" w:lineRule="auto"/>
    </w:pPr>
    <w:rPr>
      <w:rFonts w:ascii="Roboto" w:hAnsi="Roboto"/>
      <w:color w:val="404040" w:themeColor="text1" w:themeTint="BF"/>
      <w:sz w:val="18"/>
    </w:rPr>
    <w:tblPr>
      <w:tblBorders>
        <w:top w:val="single" w:sz="8" w:space="0" w:color="73BE46"/>
        <w:left w:val="single" w:sz="8" w:space="0" w:color="73BE46"/>
        <w:bottom w:val="single" w:sz="8" w:space="0" w:color="73BE46"/>
        <w:right w:val="single" w:sz="8" w:space="0" w:color="73BE46"/>
        <w:insideH w:val="single" w:sz="8" w:space="0" w:color="73BE46"/>
        <w:insideV w:val="single" w:sz="8" w:space="0" w:color="73BE46"/>
      </w:tblBorders>
    </w:tblPr>
    <w:trPr>
      <w:tblHeader/>
    </w:trPr>
    <w:tcPr>
      <w:vAlign w:val="center"/>
    </w:tcPr>
  </w:style>
  <w:style w:type="paragraph" w:styleId="Obsah4">
    <w:name w:val="toc 4"/>
    <w:basedOn w:val="Normln"/>
    <w:next w:val="Normln"/>
    <w:autoRedefine/>
    <w:uiPriority w:val="39"/>
    <w:unhideWhenUsed/>
    <w:rsid w:val="002028BC"/>
    <w:pPr>
      <w:spacing w:after="100"/>
      <w:ind w:left="540"/>
    </w:pPr>
  </w:style>
  <w:style w:type="character" w:styleId="Sledovanodkaz">
    <w:name w:val="FollowedHyperlink"/>
    <w:basedOn w:val="Standardnpsmoodstavce"/>
    <w:uiPriority w:val="99"/>
    <w:semiHidden/>
    <w:unhideWhenUsed/>
    <w:rsid w:val="00096122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B46DAD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C377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ui-provider">
    <w:name w:val="ui-provider"/>
    <w:basedOn w:val="Standardnpsmoodstavce"/>
    <w:rsid w:val="00E90F72"/>
  </w:style>
  <w:style w:type="character" w:customStyle="1" w:styleId="eop">
    <w:name w:val="eop"/>
    <w:basedOn w:val="Standardnpsmoodstavce"/>
    <w:rsid w:val="00196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CZU\CZU_dlouhy%20dok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0ABC59186B4BDDB21F0EF6535F9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EB486-4E8F-4B9B-9C28-6A0497950AD3}"/>
      </w:docPartPr>
      <w:docPartBody>
        <w:p w:rsidR="008B0E35" w:rsidRDefault="002D404E" w:rsidP="002D404E">
          <w:pPr>
            <w:pStyle w:val="1B0ABC59186B4BDDB21F0EF6535F9DC2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Roboto Black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CD"/>
    <w:rsid w:val="0008396E"/>
    <w:rsid w:val="00170B96"/>
    <w:rsid w:val="0025137C"/>
    <w:rsid w:val="002D1E55"/>
    <w:rsid w:val="002D404E"/>
    <w:rsid w:val="00356FD5"/>
    <w:rsid w:val="005D59C8"/>
    <w:rsid w:val="006C5DCD"/>
    <w:rsid w:val="006E1C96"/>
    <w:rsid w:val="008653BB"/>
    <w:rsid w:val="008A1CF7"/>
    <w:rsid w:val="008B0E35"/>
    <w:rsid w:val="00A33CE8"/>
    <w:rsid w:val="00AC3866"/>
    <w:rsid w:val="00B115AE"/>
    <w:rsid w:val="00B31389"/>
    <w:rsid w:val="00C06C29"/>
    <w:rsid w:val="00C66D91"/>
    <w:rsid w:val="00CB6A36"/>
    <w:rsid w:val="00CC537F"/>
    <w:rsid w:val="00CE6A9E"/>
    <w:rsid w:val="00D9324C"/>
    <w:rsid w:val="00DD11AB"/>
    <w:rsid w:val="00DD4A52"/>
    <w:rsid w:val="00F652D1"/>
    <w:rsid w:val="00F74844"/>
    <w:rsid w:val="00FB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404E"/>
    <w:rPr>
      <w:color w:val="808080"/>
    </w:rPr>
  </w:style>
  <w:style w:type="paragraph" w:customStyle="1" w:styleId="1B0ABC59186B4BDDB21F0EF6535F9DC2">
    <w:name w:val="1B0ABC59186B4BDDB21F0EF6535F9DC2"/>
    <w:rsid w:val="002D404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aac214-c700-421d-870f-b5da95c3dad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B588AF0355B48ACCE63FA1F55E610" ma:contentTypeVersion="14" ma:contentTypeDescription="Vytvoří nový dokument" ma:contentTypeScope="" ma:versionID="a43f01648133fada61c41b56bbffd5d8">
  <xsd:schema xmlns:xsd="http://www.w3.org/2001/XMLSchema" xmlns:xs="http://www.w3.org/2001/XMLSchema" xmlns:p="http://schemas.microsoft.com/office/2006/metadata/properties" xmlns:ns2="c0aac214-c700-421d-870f-b5da95c3dad8" xmlns:ns3="02773977-4999-46fc-852c-92fd389ba39f" targetNamespace="http://schemas.microsoft.com/office/2006/metadata/properties" ma:root="true" ma:fieldsID="02873693ae41ec7c94013031031b0f4f" ns2:_="" ns3:_="">
    <xsd:import namespace="c0aac214-c700-421d-870f-b5da95c3dad8"/>
    <xsd:import namespace="02773977-4999-46fc-852c-92fd389ba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ac214-c700-421d-870f-b5da95c3d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73977-4999-46fc-852c-92fd389ba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22CDA-353A-43D5-9483-994DB4829F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A95F7-48C9-40CF-8EA8-14BEDA323D82}">
  <ds:schemaRefs>
    <ds:schemaRef ds:uri="http://schemas.microsoft.com/office/2006/metadata/properties"/>
    <ds:schemaRef ds:uri="http://schemas.microsoft.com/office/infopath/2007/PartnerControls"/>
    <ds:schemaRef ds:uri="ea65d68e-0974-48c7-a310-f8d85b0066c9"/>
  </ds:schemaRefs>
</ds:datastoreItem>
</file>

<file path=customXml/itemProps3.xml><?xml version="1.0" encoding="utf-8"?>
<ds:datastoreItem xmlns:ds="http://schemas.openxmlformats.org/officeDocument/2006/customXml" ds:itemID="{B4E42288-CCB2-4F8E-89B0-3DBC58E452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242F41-F293-4B89-AECC-200FA3D5E6DD}"/>
</file>

<file path=docProps/app.xml><?xml version="1.0" encoding="utf-8"?>
<Properties xmlns="http://schemas.openxmlformats.org/officeDocument/2006/extended-properties" xmlns:vt="http://schemas.openxmlformats.org/officeDocument/2006/docPropsVTypes">
  <Template>CZU_dlouhy dokument.dotx</Template>
  <TotalTime>32</TotalTime>
  <Pages>1</Pages>
  <Words>236</Words>
  <Characters>1502</Characters>
  <Application>Microsoft Office Word</Application>
  <DocSecurity>0</DocSecurity>
  <Lines>53</Lines>
  <Paragraphs>37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Analýza současného stavu v oblasti dokladů</dc:title>
  <dc:subject/>
  <dc:creator>Miková Lenka</dc:creator>
  <cp:keywords/>
  <dc:description/>
  <cp:lastModifiedBy>Filgasová Martina</cp:lastModifiedBy>
  <cp:revision>41</cp:revision>
  <cp:lastPrinted>2024-01-27T02:36:00Z</cp:lastPrinted>
  <dcterms:created xsi:type="dcterms:W3CDTF">2024-05-24T20:52:00Z</dcterms:created>
  <dcterms:modified xsi:type="dcterms:W3CDTF">2024-07-01T13:43:00Z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0x010100C2CCF30B23915544B1F95E80067AB945</vt:lpwstr>
  </property>
  <property fmtid="{D5CDD505-2E9C-101B-9397-08002B2CF9AE}" pid="3" name="MediaServiceImageTags">
    <vt:lpwstr/>
  </property>
  <property fmtid="{D5CDD505-2E9C-101B-9397-08002B2CF9AE}" pid="4" name="GrammarlyDocumentId">
    <vt:lpwstr>b3295c35-ef0f-442c-bb94-9799c5d4884a</vt:lpwstr>
  </property>
</Properties>
</file>